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81209846"/>
        <w:placeholder>
          <w:docPart w:val="87EB392B36AA49679A3E61EA95A67347"/>
        </w:placeholder>
        <w15:appearance w15:val="hidden"/>
      </w:sdtPr>
      <w:sdtEndPr/>
      <w:sdtContent>
        <w:p w14:paraId="23801DA4" w14:textId="79F7DE3B" w:rsidR="006B1283" w:rsidRDefault="00F94A70">
          <w:pPr>
            <w:pStyle w:val="Heading1"/>
          </w:pPr>
          <w:r w:rsidRPr="00432A1A">
            <w:rPr>
              <w:sz w:val="56"/>
            </w:rPr>
            <w:t>OER Committee Meeting</w:t>
          </w:r>
          <w:r w:rsidR="00432A1A" w:rsidRPr="00432A1A">
            <w:rPr>
              <w:sz w:val="56"/>
            </w:rPr>
            <w:t xml:space="preserve"> Agenda</w:t>
          </w:r>
        </w:p>
      </w:sdtContent>
    </w:sdt>
    <w:p w14:paraId="04FDD228" w14:textId="5548550C" w:rsidR="006B1283" w:rsidRDefault="00287BFA">
      <w:pPr>
        <w:pBdr>
          <w:top w:val="single" w:sz="4" w:space="1" w:color="696464" w:themeColor="text2"/>
        </w:pBdr>
        <w:spacing w:after="240"/>
        <w:jc w:val="right"/>
      </w:pPr>
      <w:r>
        <w:rPr>
          <w:rStyle w:val="IntenseEmphasis"/>
        </w:rPr>
        <w:t>Date | time</w:t>
      </w:r>
      <w:r>
        <w:t xml:space="preserve"> </w:t>
      </w:r>
      <w:sdt>
        <w:sdtPr>
          <w:id w:val="705675763"/>
          <w:placeholder>
            <w:docPart w:val="BBD14980CF5E4D46A68062E3BBC4CCC1"/>
          </w:placeholder>
          <w:date w:fullDate="2017-09-27T12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="00325225">
            <w:t>9/27/2017 12:00 PM</w:t>
          </w:r>
        </w:sdtContent>
      </w:sdt>
      <w:r>
        <w:t xml:space="preserve">| </w:t>
      </w:r>
      <w:r>
        <w:rPr>
          <w:rStyle w:val="IntenseEmphasis"/>
        </w:rPr>
        <w:t>Location</w:t>
      </w:r>
      <w:r>
        <w:t xml:space="preserve"> </w:t>
      </w:r>
      <w:sdt>
        <w:sdtPr>
          <w:id w:val="465398058"/>
          <w:placeholder>
            <w:docPart w:val="C2FB566D3EAB4AED944A56D700AF85F6"/>
          </w:placeholder>
          <w15:appearance w15:val="hidden"/>
        </w:sdtPr>
        <w:sdtEndPr/>
        <w:sdtContent>
          <w:r w:rsidR="00F94A70">
            <w:t>Library – Orientation Room</w:t>
          </w:r>
        </w:sdtContent>
      </w:sdt>
    </w:p>
    <w:tbl>
      <w:tblPr>
        <w:tblW w:w="5000" w:type="pct"/>
        <w:tblBorders>
          <w:left w:val="single" w:sz="8" w:space="0" w:color="D34817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5395"/>
        <w:gridCol w:w="5395"/>
      </w:tblGrid>
      <w:tr w:rsidR="006B1283" w14:paraId="1791F443" w14:textId="77777777">
        <w:tc>
          <w:tcPr>
            <w:tcW w:w="5400" w:type="dxa"/>
            <w:tcBorders>
              <w:right w:val="single" w:sz="8" w:space="0" w:color="D34817" w:themeColor="accent1"/>
            </w:tcBorders>
          </w:tcPr>
          <w:tbl>
            <w:tblPr>
              <w:tblW w:w="8324" w:type="dxa"/>
              <w:tblBorders>
                <w:left w:val="single" w:sz="4" w:space="0" w:color="9B2D1F" w:themeColor="accent2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1"/>
            </w:tblPr>
            <w:tblGrid>
              <w:gridCol w:w="5389"/>
              <w:gridCol w:w="2935"/>
            </w:tblGrid>
            <w:tr w:rsidR="006B1283" w14:paraId="43D32B59" w14:textId="77777777" w:rsidTr="00B07499">
              <w:tc>
                <w:tcPr>
                  <w:tcW w:w="5389" w:type="dxa"/>
                  <w:tcBorders>
                    <w:left w:val="nil"/>
                  </w:tcBorders>
                </w:tcPr>
                <w:p w14:paraId="76F22D06" w14:textId="0460FB57" w:rsidR="00C85D9F" w:rsidRPr="00C85D9F" w:rsidRDefault="00F94A70" w:rsidP="00C85D9F">
                  <w:pPr>
                    <w:spacing w:after="0"/>
                    <w:rPr>
                      <w:b/>
                    </w:rPr>
                  </w:pPr>
                  <w:r w:rsidRPr="00F94A70">
                    <w:rPr>
                      <w:b/>
                    </w:rPr>
                    <w:t xml:space="preserve">Members </w:t>
                  </w:r>
                </w:p>
                <w:p w14:paraId="63A24931" w14:textId="45D7AC9E" w:rsidR="00B07499" w:rsidRDefault="00B07499" w:rsidP="00F94A70">
                  <w:pPr>
                    <w:spacing w:after="0"/>
                    <w:ind w:right="90"/>
                  </w:pPr>
                  <w:r>
                    <w:t>Chair: Walter Butler</w:t>
                  </w:r>
                </w:p>
                <w:p w14:paraId="701ADF7F" w14:textId="77777777" w:rsidR="00B07499" w:rsidRDefault="00B07499" w:rsidP="00B07499">
                  <w:pPr>
                    <w:spacing w:before="0" w:after="0"/>
                    <w:ind w:right="90"/>
                  </w:pPr>
                </w:p>
                <w:p w14:paraId="627232FF" w14:textId="3505EDB4" w:rsidR="00B07499" w:rsidRDefault="00B07499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 w:after="0"/>
                    <w:ind w:right="90"/>
                  </w:pPr>
                  <w:r w:rsidRPr="005E55A4">
                    <w:t>Bookstore</w:t>
                  </w:r>
                  <w:r>
                    <w:t>:                 Lea Nava, Leslie Thompson</w:t>
                  </w:r>
                </w:p>
                <w:p w14:paraId="141A902E" w14:textId="304A7F64" w:rsidR="00B07499" w:rsidRDefault="00B07499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 w:after="0"/>
                    <w:ind w:right="90"/>
                  </w:pPr>
                  <w:r>
                    <w:t>Counseling:              Lily Tran</w:t>
                  </w:r>
                </w:p>
                <w:p w14:paraId="597DDB42" w14:textId="5408D692" w:rsidR="00B07499" w:rsidRDefault="00B07499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 w:after="0"/>
                    <w:ind w:right="90"/>
                  </w:pPr>
                  <w:r>
                    <w:t>Distance Ed:             Leslie Tirapelle</w:t>
                  </w:r>
                </w:p>
                <w:p w14:paraId="0353EDD5" w14:textId="2D514C25" w:rsidR="00B07499" w:rsidRDefault="00B07499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 w:after="0"/>
                    <w:ind w:right="90"/>
                  </w:pPr>
                  <w:r>
                    <w:t>DSP&amp;S:                     Alex Marositz, Mark Sakata</w:t>
                  </w:r>
                </w:p>
                <w:p w14:paraId="060B9F6C" w14:textId="35588A66" w:rsidR="00325225" w:rsidRDefault="00B07499" w:rsidP="00325225">
                  <w:pPr>
                    <w:pStyle w:val="ListParagraph"/>
                    <w:numPr>
                      <w:ilvl w:val="0"/>
                      <w:numId w:val="2"/>
                    </w:numPr>
                    <w:spacing w:before="0"/>
                    <w:ind w:right="90"/>
                  </w:pPr>
                  <w:r>
                    <w:t>Lan</w:t>
                  </w:r>
                  <w:r w:rsidR="005E55A4">
                    <w:t>guage &amp; ESL</w:t>
                  </w:r>
                  <w:r>
                    <w:t>:</w:t>
                  </w:r>
                  <w:r w:rsidR="005E55A4">
                    <w:t xml:space="preserve">    </w:t>
                  </w:r>
                  <w:r>
                    <w:t>Laura Godio</w:t>
                  </w:r>
                  <w:r w:rsidR="00325225">
                    <w:t xml:space="preserve">, </w:t>
                  </w:r>
                </w:p>
                <w:p w14:paraId="2E394DB4" w14:textId="005D82AA" w:rsidR="00FB2B94" w:rsidRDefault="00325225" w:rsidP="00325225">
                  <w:pPr>
                    <w:spacing w:before="0"/>
                    <w:ind w:left="2500" w:right="90"/>
                  </w:pPr>
                  <w:r>
                    <w:t>Manuel Sanchez</w:t>
                  </w:r>
                </w:p>
                <w:p w14:paraId="07E709F0" w14:textId="510C7653" w:rsidR="005E55A4" w:rsidRDefault="005E55A4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/>
                    <w:ind w:right="90"/>
                  </w:pPr>
                  <w:r>
                    <w:t xml:space="preserve">Math &amp; </w:t>
                  </w:r>
                </w:p>
                <w:p w14:paraId="30F9925D" w14:textId="77777777" w:rsidR="00FB2B94" w:rsidRDefault="005E55A4" w:rsidP="00FB2B94">
                  <w:pPr>
                    <w:spacing w:before="0"/>
                    <w:ind w:left="360" w:right="90" w:firstLine="350"/>
                  </w:pPr>
                  <w:r>
                    <w:t>Computer Science</w:t>
                  </w:r>
                  <w:r w:rsidR="00B07499">
                    <w:t xml:space="preserve">: </w:t>
                  </w:r>
                  <w:r>
                    <w:t xml:space="preserve"> </w:t>
                  </w:r>
                  <w:r w:rsidR="00B07499">
                    <w:t xml:space="preserve">Jose Castanon, </w:t>
                  </w:r>
                </w:p>
                <w:p w14:paraId="021BED08" w14:textId="73D760F1" w:rsidR="00B07499" w:rsidRDefault="00B07499" w:rsidP="00FB2B94">
                  <w:pPr>
                    <w:spacing w:before="0"/>
                    <w:ind w:left="2510" w:right="90"/>
                  </w:pPr>
                  <w:r>
                    <w:t>David Matthews</w:t>
                  </w:r>
                </w:p>
                <w:p w14:paraId="5A08CD81" w14:textId="67FEC801" w:rsidR="00B07499" w:rsidRDefault="00B07499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/>
                    <w:ind w:right="90"/>
                  </w:pPr>
                  <w:r>
                    <w:t>Natural Sciences:    Susan Bower</w:t>
                  </w:r>
                  <w:r w:rsidR="00F94A70">
                    <w:t xml:space="preserve"> </w:t>
                  </w:r>
                </w:p>
                <w:p w14:paraId="7610C8B1" w14:textId="77777777" w:rsidR="00FB2B94" w:rsidRDefault="005E55A4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/>
                    <w:ind w:left="710" w:right="90" w:hanging="350"/>
                  </w:pPr>
                  <w:r>
                    <w:t>Nonc</w:t>
                  </w:r>
                  <w:r w:rsidR="00B07499">
                    <w:t xml:space="preserve">redit:             </w:t>
                  </w:r>
                  <w:r>
                    <w:t xml:space="preserve">  </w:t>
                  </w:r>
                  <w:r w:rsidR="00F94A70">
                    <w:t>Teresa Deukmedjian,</w:t>
                  </w:r>
                  <w:r w:rsidR="00B07499">
                    <w:t xml:space="preserve"> </w:t>
                  </w:r>
                </w:p>
                <w:p w14:paraId="1ACCC5D4" w14:textId="552F56FB" w:rsidR="00B07499" w:rsidRDefault="00B07499" w:rsidP="00FB2B94">
                  <w:pPr>
                    <w:spacing w:before="0"/>
                    <w:ind w:left="2510" w:right="90"/>
                  </w:pPr>
                  <w:r>
                    <w:t>Sarey Torres</w:t>
                  </w:r>
                  <w:r w:rsidR="00F94A70">
                    <w:t xml:space="preserve"> </w:t>
                  </w:r>
                </w:p>
                <w:p w14:paraId="51FD0A37" w14:textId="4561191A" w:rsidR="00B07499" w:rsidRDefault="005E55A4" w:rsidP="005E55A4">
                  <w:pPr>
                    <w:pStyle w:val="ListParagraph"/>
                    <w:numPr>
                      <w:ilvl w:val="0"/>
                      <w:numId w:val="2"/>
                    </w:numPr>
                    <w:spacing w:before="0" w:after="0"/>
                    <w:ind w:right="90"/>
                  </w:pPr>
                  <w:r>
                    <w:t>Social Science</w:t>
                  </w:r>
                  <w:r w:rsidR="00B07499">
                    <w:t xml:space="preserve">:       </w:t>
                  </w:r>
                  <w:r>
                    <w:t xml:space="preserve"> </w:t>
                  </w:r>
                  <w:r w:rsidR="00B07499">
                    <w:t xml:space="preserve"> </w:t>
                  </w:r>
                  <w:r w:rsidR="00F94A70">
                    <w:t xml:space="preserve">Julie Kiotas, </w:t>
                  </w:r>
                  <w:r w:rsidR="00B07499">
                    <w:t xml:space="preserve">Lynora Rogacs, </w:t>
                  </w:r>
                </w:p>
                <w:p w14:paraId="3990018D" w14:textId="1ECD1895" w:rsidR="006B1283" w:rsidRDefault="00B07499" w:rsidP="005E55A4">
                  <w:pPr>
                    <w:spacing w:before="0" w:after="0"/>
                    <w:ind w:left="2520" w:right="90"/>
                  </w:pPr>
                  <w:r>
                    <w:t>Linda Stroud</w:t>
                  </w:r>
                  <w:r w:rsidR="00325225">
                    <w:t>, Thea Alavarado</w:t>
                  </w:r>
                </w:p>
              </w:tc>
              <w:tc>
                <w:tcPr>
                  <w:tcW w:w="2935" w:type="dxa"/>
                  <w:tcBorders>
                    <w:right w:val="nil"/>
                  </w:tcBorders>
                </w:tcPr>
                <w:p w14:paraId="64985A75" w14:textId="77777777" w:rsidR="006B1283" w:rsidRDefault="006B1283" w:rsidP="00F94A70">
                  <w:pPr>
                    <w:spacing w:after="0"/>
                  </w:pPr>
                </w:p>
              </w:tc>
            </w:tr>
          </w:tbl>
          <w:p w14:paraId="56B998D2" w14:textId="77777777" w:rsidR="006B1283" w:rsidRDefault="006B1283">
            <w:pPr>
              <w:spacing w:after="0"/>
            </w:pPr>
          </w:p>
        </w:tc>
        <w:tc>
          <w:tcPr>
            <w:tcW w:w="5400" w:type="dxa"/>
            <w:tcBorders>
              <w:left w:val="single" w:sz="8" w:space="0" w:color="D34817" w:themeColor="accent1"/>
            </w:tcBorders>
          </w:tcPr>
          <w:p w14:paraId="2928A6C1" w14:textId="1AAD5EA5" w:rsidR="006B1283" w:rsidRDefault="00F20AA3">
            <w:pPr>
              <w:spacing w:after="0"/>
            </w:pPr>
            <w:r>
              <w:t>NOTES</w:t>
            </w:r>
            <w:bookmarkStart w:id="0" w:name="_GoBack"/>
            <w:bookmarkEnd w:id="0"/>
          </w:p>
        </w:tc>
      </w:tr>
    </w:tbl>
    <w:p w14:paraId="55546004" w14:textId="77777777" w:rsidR="006B1283" w:rsidRDefault="00287BFA" w:rsidP="00C85D9F">
      <w:pPr>
        <w:pStyle w:val="Heading2"/>
      </w:pPr>
      <w:r w:rsidRPr="00C85D9F">
        <w:t>Agenda</w:t>
      </w:r>
      <w:r>
        <w:t xml:space="preserve">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genda table"/>
      </w:tblPr>
      <w:tblGrid>
        <w:gridCol w:w="10800"/>
      </w:tblGrid>
      <w:tr w:rsidR="006B1283" w14:paraId="642D61F2" w14:textId="77777777">
        <w:trPr>
          <w:tblHeader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genda title"/>
            </w:tblPr>
            <w:tblGrid>
              <w:gridCol w:w="6660"/>
              <w:gridCol w:w="2340"/>
              <w:gridCol w:w="1800"/>
            </w:tblGrid>
            <w:tr w:rsidR="006B1283" w14:paraId="591F1078" w14:textId="77777777">
              <w:tc>
                <w:tcPr>
                  <w:tcW w:w="6660" w:type="dxa"/>
                </w:tcPr>
                <w:p w14:paraId="20F463B4" w14:textId="77777777" w:rsidR="006B1283" w:rsidRDefault="00287BFA">
                  <w:pPr>
                    <w:pStyle w:val="Heading3"/>
                    <w:spacing w:after="0"/>
                  </w:pPr>
                  <w:r>
                    <w:t>Topic</w:t>
                  </w:r>
                </w:p>
              </w:tc>
              <w:tc>
                <w:tcPr>
                  <w:tcW w:w="2340" w:type="dxa"/>
                </w:tcPr>
                <w:p w14:paraId="5AA1B998" w14:textId="77777777" w:rsidR="006B1283" w:rsidRDefault="006B1283">
                  <w:pPr>
                    <w:pStyle w:val="Heading3"/>
                    <w:spacing w:after="0"/>
                  </w:pPr>
                </w:p>
              </w:tc>
              <w:tc>
                <w:tcPr>
                  <w:tcW w:w="1800" w:type="dxa"/>
                </w:tcPr>
                <w:p w14:paraId="0959E7D2" w14:textId="77777777" w:rsidR="006B1283" w:rsidRDefault="00287BFA">
                  <w:pPr>
                    <w:pStyle w:val="Heading3"/>
                    <w:spacing w:after="0"/>
                  </w:pPr>
                  <w:r>
                    <w:t>Time allotted</w:t>
                  </w:r>
                </w:p>
              </w:tc>
            </w:tr>
          </w:tbl>
          <w:p w14:paraId="17C7B9BE" w14:textId="77777777" w:rsidR="006B1283" w:rsidRDefault="006B1283">
            <w:pPr>
              <w:pStyle w:val="Heading3"/>
              <w:spacing w:after="0"/>
            </w:pPr>
          </w:p>
        </w:tc>
      </w:tr>
      <w:tr w:rsidR="006B1283" w14:paraId="72812963" w14:textId="77777777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genda items"/>
            </w:tblPr>
            <w:tblGrid>
              <w:gridCol w:w="541"/>
              <w:gridCol w:w="6112"/>
              <w:gridCol w:w="2347"/>
              <w:gridCol w:w="1800"/>
            </w:tblGrid>
            <w:tr w:rsidR="006B1283" w14:paraId="665EC9F1" w14:textId="77777777">
              <w:sdt>
                <w:sdtPr>
                  <w:id w:val="-541747410"/>
                  <w15:appearance w15:val="hidden"/>
                  <w14:checkbox>
                    <w14:checked w14:val="0"/>
                    <w14:checkedState w14:val="00FC" w14:font="Wingdings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41" w:type="dxa"/>
                    </w:tcPr>
                    <w:p w14:paraId="3C137C65" w14:textId="77777777" w:rsidR="006B1283" w:rsidRDefault="00287BFA">
                      <w:pPr>
                        <w:spacing w:after="0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2061053076"/>
                  <w:placeholder>
                    <w:docPart w:val="1EE05848BB504083882CEDF5F04D0060"/>
                  </w:placeholder>
                  <w15:appearance w15:val="hidden"/>
                </w:sdtPr>
                <w:sdtEndPr/>
                <w:sdtContent>
                  <w:tc>
                    <w:tcPr>
                      <w:tcW w:w="6112" w:type="dxa"/>
                    </w:tcPr>
                    <w:p w14:paraId="529815B8" w14:textId="77777777" w:rsidR="006B1283" w:rsidRDefault="00F94A70" w:rsidP="00F94A70">
                      <w:pPr>
                        <w:spacing w:after="0"/>
                      </w:pPr>
                      <w:r>
                        <w:t>Introductions</w:t>
                      </w:r>
                    </w:p>
                  </w:tc>
                </w:sdtContent>
              </w:sdt>
              <w:sdt>
                <w:sdtPr>
                  <w:id w:val="416301333"/>
                  <w:placeholder>
                    <w:docPart w:val="FEF1DFA27FD04367B7553D2C2F53266A"/>
                  </w:placeholder>
                  <w15:appearance w15:val="hidden"/>
                </w:sdtPr>
                <w:sdtEndPr/>
                <w:sdtContent>
                  <w:tc>
                    <w:tcPr>
                      <w:tcW w:w="2347" w:type="dxa"/>
                    </w:tcPr>
                    <w:p w14:paraId="2F860451" w14:textId="77777777" w:rsidR="006B1283" w:rsidRDefault="00F94A70" w:rsidP="00F94A70">
                      <w:pPr>
                        <w:spacing w:after="0"/>
                      </w:pPr>
                      <w:r>
                        <w:t xml:space="preserve"> </w:t>
                      </w:r>
                    </w:p>
                  </w:tc>
                </w:sdtContent>
              </w:sdt>
              <w:sdt>
                <w:sdtPr>
                  <w:id w:val="478045287"/>
                  <w:placeholder>
                    <w:docPart w:val="B2C937FD218147AA870B40F78605FC45"/>
                  </w:placeholder>
                  <w15:appearance w15:val="hidden"/>
                </w:sdtPr>
                <w:sdtEndPr/>
                <w:sdtContent>
                  <w:tc>
                    <w:tcPr>
                      <w:tcW w:w="1800" w:type="dxa"/>
                    </w:tcPr>
                    <w:p w14:paraId="43607469" w14:textId="790D5783" w:rsidR="006B1283" w:rsidRDefault="00325225" w:rsidP="00B52F3E">
                      <w:pPr>
                        <w:spacing w:after="0"/>
                      </w:pPr>
                      <w:r>
                        <w:t>12:00 – 12:0</w:t>
                      </w:r>
                      <w:r w:rsidR="00B52F3E">
                        <w:t>5</w:t>
                      </w:r>
                    </w:p>
                  </w:tc>
                </w:sdtContent>
              </w:sdt>
            </w:tr>
            <w:tr w:rsidR="006B1283" w14:paraId="5600DE5F" w14:textId="77777777">
              <w:sdt>
                <w:sdtPr>
                  <w:id w:val="478805058"/>
                  <w15:appearance w15:val="hidden"/>
                  <w14:checkbox>
                    <w14:checked w14:val="0"/>
                    <w14:checkedState w14:val="00FC" w14:font="Wingdings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41" w:type="dxa"/>
                    </w:tcPr>
                    <w:p w14:paraId="5D760EAC" w14:textId="77777777" w:rsidR="006B1283" w:rsidRDefault="00287BFA">
                      <w:pPr>
                        <w:spacing w:after="0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227545167"/>
                  <w:placeholder>
                    <w:docPart w:val="1EE05848BB504083882CEDF5F04D0060"/>
                  </w:placeholder>
                  <w15:appearance w15:val="hidden"/>
                </w:sdtPr>
                <w:sdtEndPr/>
                <w:sdtContent>
                  <w:tc>
                    <w:tcPr>
                      <w:tcW w:w="6112" w:type="dxa"/>
                    </w:tcPr>
                    <w:p w14:paraId="151DBA73" w14:textId="77777777" w:rsidR="006B1283" w:rsidRDefault="00F94A70" w:rsidP="00F94A70">
                      <w:pPr>
                        <w:spacing w:after="0"/>
                      </w:pPr>
                      <w:r>
                        <w:t>Committee Overview</w:t>
                      </w:r>
                    </w:p>
                  </w:tc>
                </w:sdtContent>
              </w:sdt>
              <w:sdt>
                <w:sdtPr>
                  <w:id w:val="-1036039328"/>
                  <w:placeholder>
                    <w:docPart w:val="FEF1DFA27FD04367B7553D2C2F53266A"/>
                  </w:placeholder>
                  <w15:appearance w15:val="hidden"/>
                </w:sdtPr>
                <w:sdtEndPr/>
                <w:sdtContent>
                  <w:tc>
                    <w:tcPr>
                      <w:tcW w:w="2347" w:type="dxa"/>
                    </w:tcPr>
                    <w:p w14:paraId="308678B6" w14:textId="77777777" w:rsidR="006B1283" w:rsidRDefault="00F94A70" w:rsidP="00F94A70">
                      <w:pPr>
                        <w:spacing w:after="0"/>
                      </w:pPr>
                      <w:r>
                        <w:t xml:space="preserve"> </w:t>
                      </w:r>
                    </w:p>
                  </w:tc>
                </w:sdtContent>
              </w:sdt>
              <w:sdt>
                <w:sdtPr>
                  <w:id w:val="-179668635"/>
                  <w:placeholder>
                    <w:docPart w:val="B2C937FD218147AA870B40F78605FC45"/>
                  </w:placeholder>
                  <w15:appearance w15:val="hidden"/>
                </w:sdtPr>
                <w:sdtEndPr/>
                <w:sdtContent>
                  <w:tc>
                    <w:tcPr>
                      <w:tcW w:w="1800" w:type="dxa"/>
                    </w:tcPr>
                    <w:p w14:paraId="31D1BB08" w14:textId="2BE205E6" w:rsidR="006B1283" w:rsidRDefault="00325225" w:rsidP="00B52F3E">
                      <w:pPr>
                        <w:spacing w:after="0"/>
                      </w:pPr>
                      <w:r>
                        <w:t>12:05 – 12:1</w:t>
                      </w:r>
                      <w:r w:rsidR="00B52F3E">
                        <w:t>0</w:t>
                      </w:r>
                    </w:p>
                  </w:tc>
                </w:sdtContent>
              </w:sdt>
            </w:tr>
            <w:tr w:rsidR="006B1283" w14:paraId="61A73F65" w14:textId="77777777">
              <w:sdt>
                <w:sdtPr>
                  <w:id w:val="-474600816"/>
                  <w15:appearance w15:val="hidden"/>
                  <w14:checkbox>
                    <w14:checked w14:val="0"/>
                    <w14:checkedState w14:val="00FC" w14:font="Wingdings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41" w:type="dxa"/>
                    </w:tcPr>
                    <w:p w14:paraId="7A5FD2C0" w14:textId="77777777" w:rsidR="006B1283" w:rsidRDefault="00287BFA">
                      <w:pPr>
                        <w:spacing w:after="0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352954585"/>
                  <w:placeholder>
                    <w:docPart w:val="1EE05848BB504083882CEDF5F04D0060"/>
                  </w:placeholder>
                  <w15:appearance w15:val="hidden"/>
                </w:sdtPr>
                <w:sdtEndPr/>
                <w:sdtContent>
                  <w:tc>
                    <w:tcPr>
                      <w:tcW w:w="6112" w:type="dxa"/>
                    </w:tcPr>
                    <w:p w14:paraId="492513B3" w14:textId="4A062269" w:rsidR="006B1283" w:rsidRDefault="00F94A70" w:rsidP="00F94A70">
                      <w:pPr>
                        <w:spacing w:after="0"/>
                      </w:pPr>
                      <w:r>
                        <w:t>Current Grants</w:t>
                      </w:r>
                      <w:r w:rsidR="00325225">
                        <w:t xml:space="preserve"> </w:t>
                      </w:r>
                      <w:r w:rsidR="008766BD">
                        <w:t>–</w:t>
                      </w:r>
                      <w:r w:rsidR="00325225">
                        <w:t xml:space="preserve"> Updates</w:t>
                      </w:r>
                      <w:r w:rsidR="008766BD">
                        <w:t xml:space="preserve"> (AB798, ZTC Planning)</w:t>
                      </w:r>
                    </w:p>
                  </w:tc>
                </w:sdtContent>
              </w:sdt>
              <w:sdt>
                <w:sdtPr>
                  <w:id w:val="1686715925"/>
                  <w:placeholder>
                    <w:docPart w:val="FEF1DFA27FD04367B7553D2C2F53266A"/>
                  </w:placeholder>
                  <w15:appearance w15:val="hidden"/>
                </w:sdtPr>
                <w:sdtEndPr/>
                <w:sdtContent>
                  <w:tc>
                    <w:tcPr>
                      <w:tcW w:w="2347" w:type="dxa"/>
                    </w:tcPr>
                    <w:p w14:paraId="2E718EEC" w14:textId="77777777" w:rsidR="006B1283" w:rsidRDefault="00F94A70" w:rsidP="00F94A70">
                      <w:pPr>
                        <w:spacing w:after="0"/>
                      </w:pPr>
                      <w:r>
                        <w:t xml:space="preserve"> </w:t>
                      </w:r>
                    </w:p>
                  </w:tc>
                </w:sdtContent>
              </w:sdt>
              <w:sdt>
                <w:sdtPr>
                  <w:id w:val="-727831273"/>
                  <w:placeholder>
                    <w:docPart w:val="B2C937FD218147AA870B40F78605FC45"/>
                  </w:placeholder>
                  <w15:appearance w15:val="hidden"/>
                </w:sdtPr>
                <w:sdtEndPr/>
                <w:sdtContent>
                  <w:tc>
                    <w:tcPr>
                      <w:tcW w:w="1800" w:type="dxa"/>
                    </w:tcPr>
                    <w:p w14:paraId="5584C5DB" w14:textId="192B4ACC" w:rsidR="006B1283" w:rsidRDefault="00325225" w:rsidP="00B52F3E">
                      <w:pPr>
                        <w:spacing w:after="0"/>
                      </w:pPr>
                      <w:r>
                        <w:t>12:10 – 12:20</w:t>
                      </w:r>
                    </w:p>
                  </w:tc>
                </w:sdtContent>
              </w:sdt>
            </w:tr>
            <w:tr w:rsidR="006B1283" w14:paraId="58D83BC4" w14:textId="77777777">
              <w:sdt>
                <w:sdtPr>
                  <w:id w:val="518597841"/>
                  <w15:appearance w15:val="hidden"/>
                  <w14:checkbox>
                    <w14:checked w14:val="0"/>
                    <w14:checkedState w14:val="00FC" w14:font="Wingdings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41" w:type="dxa"/>
                    </w:tcPr>
                    <w:p w14:paraId="6837E18D" w14:textId="77777777" w:rsidR="006B1283" w:rsidRDefault="00287BFA">
                      <w:pPr>
                        <w:spacing w:after="0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145789670"/>
                  <w:placeholder>
                    <w:docPart w:val="1EE05848BB504083882CEDF5F04D0060"/>
                  </w:placeholder>
                  <w15:appearance w15:val="hidden"/>
                </w:sdtPr>
                <w:sdtEndPr/>
                <w:sdtContent>
                  <w:tc>
                    <w:tcPr>
                      <w:tcW w:w="6112" w:type="dxa"/>
                    </w:tcPr>
                    <w:p w14:paraId="42D4D296" w14:textId="2D4FD706" w:rsidR="006B1283" w:rsidRDefault="00325225" w:rsidP="00325225">
                      <w:pPr>
                        <w:spacing w:after="0"/>
                        <w:ind w:left="0"/>
                      </w:pPr>
                      <w:r>
                        <w:t xml:space="preserve"> Textbook Request Form; SB 1359 </w:t>
                      </w:r>
                      <w:r w:rsidR="00F94A70">
                        <w:t xml:space="preserve"> </w:t>
                      </w:r>
                    </w:p>
                  </w:tc>
                </w:sdtContent>
              </w:sdt>
              <w:sdt>
                <w:sdtPr>
                  <w:id w:val="-589615949"/>
                  <w:placeholder>
                    <w:docPart w:val="FEF1DFA27FD04367B7553D2C2F53266A"/>
                  </w:placeholder>
                  <w15:appearance w15:val="hidden"/>
                </w:sdtPr>
                <w:sdtEndPr/>
                <w:sdtContent>
                  <w:tc>
                    <w:tcPr>
                      <w:tcW w:w="2347" w:type="dxa"/>
                    </w:tcPr>
                    <w:p w14:paraId="799FA1B3" w14:textId="77777777" w:rsidR="006B1283" w:rsidRDefault="00F94A70" w:rsidP="00F94A70">
                      <w:pPr>
                        <w:spacing w:after="0"/>
                      </w:pPr>
                      <w:r>
                        <w:t xml:space="preserve"> </w:t>
                      </w:r>
                    </w:p>
                  </w:tc>
                </w:sdtContent>
              </w:sdt>
              <w:sdt>
                <w:sdtPr>
                  <w:id w:val="733512956"/>
                  <w:placeholder>
                    <w:docPart w:val="B2C937FD218147AA870B40F78605FC45"/>
                  </w:placeholder>
                  <w15:appearance w15:val="hidden"/>
                </w:sdtPr>
                <w:sdtEndPr/>
                <w:sdtContent>
                  <w:tc>
                    <w:tcPr>
                      <w:tcW w:w="1800" w:type="dxa"/>
                    </w:tcPr>
                    <w:p w14:paraId="7C0B4EBA" w14:textId="23FAC2A4" w:rsidR="006B1283" w:rsidRDefault="00325225" w:rsidP="00B52F3E">
                      <w:pPr>
                        <w:spacing w:after="0"/>
                      </w:pPr>
                      <w:r>
                        <w:t>12:20 – 12:50</w:t>
                      </w:r>
                    </w:p>
                  </w:tc>
                </w:sdtContent>
              </w:sdt>
            </w:tr>
            <w:tr w:rsidR="006B1283" w14:paraId="3AB9B8FA" w14:textId="77777777">
              <w:sdt>
                <w:sdtPr>
                  <w:id w:val="-1806315133"/>
                  <w15:appearance w15:val="hidden"/>
                  <w14:checkbox>
                    <w14:checked w14:val="0"/>
                    <w14:checkedState w14:val="00FC" w14:font="Wingdings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41" w:type="dxa"/>
                    </w:tcPr>
                    <w:p w14:paraId="7A79B454" w14:textId="77777777" w:rsidR="006B1283" w:rsidRDefault="00287BFA">
                      <w:pPr>
                        <w:spacing w:after="0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214328676"/>
                  <w:placeholder>
                    <w:docPart w:val="1EE05848BB504083882CEDF5F04D0060"/>
                  </w:placeholder>
                  <w15:appearance w15:val="hidden"/>
                </w:sdtPr>
                <w:sdtEndPr/>
                <w:sdtContent>
                  <w:tc>
                    <w:tcPr>
                      <w:tcW w:w="6112" w:type="dxa"/>
                    </w:tcPr>
                    <w:p w14:paraId="2A07EA76" w14:textId="77777777" w:rsidR="006B1283" w:rsidRDefault="00B52F3E" w:rsidP="00B52F3E">
                      <w:pPr>
                        <w:spacing w:after="0"/>
                      </w:pPr>
                      <w:r>
                        <w:t>Wrap-up</w:t>
                      </w:r>
                    </w:p>
                  </w:tc>
                </w:sdtContent>
              </w:sdt>
              <w:sdt>
                <w:sdtPr>
                  <w:id w:val="308523579"/>
                  <w:placeholder>
                    <w:docPart w:val="FEF1DFA27FD04367B7553D2C2F53266A"/>
                  </w:placeholder>
                  <w15:appearance w15:val="hidden"/>
                </w:sdtPr>
                <w:sdtEndPr/>
                <w:sdtContent>
                  <w:tc>
                    <w:tcPr>
                      <w:tcW w:w="2347" w:type="dxa"/>
                    </w:tcPr>
                    <w:p w14:paraId="0CBA72BC" w14:textId="77777777" w:rsidR="006B1283" w:rsidRDefault="00F94A70" w:rsidP="00F94A70">
                      <w:pPr>
                        <w:spacing w:after="0"/>
                      </w:pPr>
                      <w:r>
                        <w:t xml:space="preserve"> </w:t>
                      </w:r>
                    </w:p>
                  </w:tc>
                </w:sdtContent>
              </w:sdt>
              <w:sdt>
                <w:sdtPr>
                  <w:id w:val="-720978084"/>
                  <w:placeholder>
                    <w:docPart w:val="B2C937FD218147AA870B40F78605FC45"/>
                  </w:placeholder>
                  <w15:appearance w15:val="hidden"/>
                </w:sdtPr>
                <w:sdtEndPr/>
                <w:sdtContent>
                  <w:tc>
                    <w:tcPr>
                      <w:tcW w:w="1800" w:type="dxa"/>
                    </w:tcPr>
                    <w:p w14:paraId="67D03CCF" w14:textId="0296BB33" w:rsidR="006B1283" w:rsidRDefault="00325225" w:rsidP="00B52F3E">
                      <w:pPr>
                        <w:spacing w:after="0"/>
                      </w:pPr>
                      <w:r>
                        <w:t>12:50 – 1:0</w:t>
                      </w:r>
                      <w:r w:rsidR="00B52F3E">
                        <w:t>0</w:t>
                      </w:r>
                    </w:p>
                  </w:tc>
                </w:sdtContent>
              </w:sdt>
            </w:tr>
          </w:tbl>
          <w:p w14:paraId="01FA1841" w14:textId="77777777" w:rsidR="006B1283" w:rsidRDefault="006B1283">
            <w:pPr>
              <w:spacing w:after="0"/>
            </w:pPr>
          </w:p>
        </w:tc>
      </w:tr>
    </w:tbl>
    <w:p w14:paraId="601DA883" w14:textId="77777777" w:rsidR="006B1283" w:rsidRDefault="00287BFA">
      <w:pPr>
        <w:pStyle w:val="Heading2"/>
      </w:pPr>
      <w:r>
        <w:t>Other Information</w:t>
      </w:r>
    </w:p>
    <w:p w14:paraId="6CD68992" w14:textId="77777777" w:rsidR="00B52F3E" w:rsidRPr="0025431C" w:rsidRDefault="00B52F3E">
      <w:pPr>
        <w:rPr>
          <w:sz w:val="22"/>
        </w:rPr>
      </w:pPr>
      <w:r w:rsidRPr="0025431C">
        <w:rPr>
          <w:sz w:val="22"/>
        </w:rPr>
        <w:t>Resources:</w:t>
      </w:r>
    </w:p>
    <w:p w14:paraId="7D689A06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OER Website: </w:t>
      </w:r>
      <w:hyperlink r:id="rId8" w:history="1">
        <w:r w:rsidRPr="0025431C">
          <w:rPr>
            <w:rStyle w:val="Hyperlink"/>
            <w:sz w:val="22"/>
          </w:rPr>
          <w:t>http://libguides.pasadena.edu/oer</w:t>
        </w:r>
      </w:hyperlink>
      <w:r w:rsidRPr="0025431C">
        <w:rPr>
          <w:sz w:val="22"/>
        </w:rPr>
        <w:t xml:space="preserve"> </w:t>
      </w:r>
    </w:p>
    <w:p w14:paraId="30E9DF47" w14:textId="77777777" w:rsidR="00B52F3E" w:rsidRPr="0025431C" w:rsidRDefault="00B52F3E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Cool4Ed (CCC / CSU / UC OER): </w:t>
      </w:r>
      <w:hyperlink r:id="rId9" w:history="1">
        <w:r w:rsidRPr="0025431C">
          <w:rPr>
            <w:rStyle w:val="Hyperlink"/>
            <w:sz w:val="22"/>
          </w:rPr>
          <w:t>http://cool4ed.org/</w:t>
        </w:r>
      </w:hyperlink>
      <w:r w:rsidRPr="0025431C">
        <w:rPr>
          <w:sz w:val="22"/>
        </w:rPr>
        <w:t xml:space="preserve"> </w:t>
      </w:r>
    </w:p>
    <w:p w14:paraId="17276D74" w14:textId="77777777" w:rsidR="00F145AF" w:rsidRPr="0025431C" w:rsidRDefault="00F145AF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CCCCO OER: </w:t>
      </w:r>
      <w:hyperlink r:id="rId10" w:history="1">
        <w:r w:rsidRPr="0025431C">
          <w:rPr>
            <w:rStyle w:val="Hyperlink"/>
            <w:sz w:val="22"/>
          </w:rPr>
          <w:t>http://extranet.cccco.edu/Divisions/AcademicAffairs/OpenEducationResources.aspx</w:t>
        </w:r>
      </w:hyperlink>
      <w:r w:rsidRPr="0025431C">
        <w:rPr>
          <w:sz w:val="22"/>
        </w:rPr>
        <w:t xml:space="preserve"> </w:t>
      </w:r>
    </w:p>
    <w:p w14:paraId="3D20E0E6" w14:textId="59BAE32A" w:rsidR="0025431C" w:rsidRPr="0025431C" w:rsidRDefault="0025431C" w:rsidP="00F145AF">
      <w:pPr>
        <w:pStyle w:val="ListParagraph"/>
        <w:numPr>
          <w:ilvl w:val="0"/>
          <w:numId w:val="1"/>
        </w:numPr>
        <w:rPr>
          <w:sz w:val="22"/>
        </w:rPr>
      </w:pPr>
      <w:r w:rsidRPr="0025431C">
        <w:rPr>
          <w:sz w:val="22"/>
        </w:rPr>
        <w:t xml:space="preserve">CCCOER: </w:t>
      </w:r>
      <w:hyperlink r:id="rId11" w:history="1">
        <w:r w:rsidRPr="0025431C">
          <w:rPr>
            <w:rStyle w:val="Hyperlink"/>
            <w:sz w:val="22"/>
          </w:rPr>
          <w:t>http://cccoer.org</w:t>
        </w:r>
      </w:hyperlink>
      <w:r w:rsidRPr="0025431C">
        <w:rPr>
          <w:sz w:val="22"/>
        </w:rPr>
        <w:t xml:space="preserve">  </w:t>
      </w:r>
    </w:p>
    <w:p w14:paraId="5E9EB9A1" w14:textId="77777777" w:rsidR="00F145AF" w:rsidRDefault="00F145AF"/>
    <w:sectPr w:rsidR="00F145AF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348FD" w14:textId="77777777" w:rsidR="00F94A70" w:rsidRDefault="00F94A70">
      <w:r>
        <w:separator/>
      </w:r>
    </w:p>
  </w:endnote>
  <w:endnote w:type="continuationSeparator" w:id="0">
    <w:p w14:paraId="05ACA0A1" w14:textId="77777777" w:rsidR="00F94A70" w:rsidRDefault="00F9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E1" w14:textId="77777777" w:rsidR="006B1283" w:rsidRDefault="00287BFA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B524C" w14:textId="77777777" w:rsidR="00F94A70" w:rsidRDefault="00F94A70">
      <w:r>
        <w:separator/>
      </w:r>
    </w:p>
  </w:footnote>
  <w:footnote w:type="continuationSeparator" w:id="0">
    <w:p w14:paraId="50E136F8" w14:textId="77777777" w:rsidR="00F94A70" w:rsidRDefault="00F94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223"/>
    <w:multiLevelType w:val="hybridMultilevel"/>
    <w:tmpl w:val="3474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F422C"/>
    <w:multiLevelType w:val="hybridMultilevel"/>
    <w:tmpl w:val="92D4376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70"/>
    <w:rsid w:val="001E1CF0"/>
    <w:rsid w:val="0025431C"/>
    <w:rsid w:val="00287BFA"/>
    <w:rsid w:val="00325225"/>
    <w:rsid w:val="00432A1A"/>
    <w:rsid w:val="00535074"/>
    <w:rsid w:val="005E55A4"/>
    <w:rsid w:val="006B1283"/>
    <w:rsid w:val="008766BD"/>
    <w:rsid w:val="009C2C03"/>
    <w:rsid w:val="00B07499"/>
    <w:rsid w:val="00B52F3E"/>
    <w:rsid w:val="00C85D9F"/>
    <w:rsid w:val="00F13A8A"/>
    <w:rsid w:val="00F145AF"/>
    <w:rsid w:val="00F20AA3"/>
    <w:rsid w:val="00F94A70"/>
    <w:rsid w:val="00F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8009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9B2D1F" w:themeColor="accent2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C85D9F"/>
    <w:pPr>
      <w:pBdr>
        <w:top w:val="single" w:sz="4" w:space="1" w:color="A28E6A" w:themeColor="accent3"/>
        <w:bottom w:val="single" w:sz="12" w:space="1" w:color="A28E6A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32117" w:themeColor="accent2" w:themeShade="BF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9B2D1F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9B2D1F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9B2D1F" w:themeColor="accent2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52F3E"/>
    <w:rPr>
      <w:color w:val="0070C0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145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pasadena.edu/o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co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xtranet.cccco.edu/Divisions/AcademicAffairs/OpenEducationResourc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ol4ed.org/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braria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B392B36AA49679A3E61EA95A67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C388C-DC5C-4722-90EF-C9BE49D9FBE3}"/>
      </w:docPartPr>
      <w:docPartBody>
        <w:p w:rsidR="00192522" w:rsidRDefault="00B61393">
          <w:pPr>
            <w:pStyle w:val="87EB392B36AA49679A3E61EA95A67347"/>
          </w:pPr>
          <w:r>
            <w:t>Team Meeting</w:t>
          </w:r>
        </w:p>
      </w:docPartBody>
    </w:docPart>
    <w:docPart>
      <w:docPartPr>
        <w:name w:val="BBD14980CF5E4D46A68062E3BBC4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A175E-D296-47FD-910C-ABAEF250CD84}"/>
      </w:docPartPr>
      <w:docPartBody>
        <w:p w:rsidR="00192522" w:rsidRDefault="00B61393">
          <w:pPr>
            <w:pStyle w:val="BBD14980CF5E4D46A68062E3BBC4CCC1"/>
          </w:pPr>
          <w:r>
            <w:t>[Date | time]</w:t>
          </w:r>
        </w:p>
      </w:docPartBody>
    </w:docPart>
    <w:docPart>
      <w:docPartPr>
        <w:name w:val="C2FB566D3EAB4AED944A56D700AF8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3DB61-A315-48EC-B956-50E0D88E0352}"/>
      </w:docPartPr>
      <w:docPartBody>
        <w:p w:rsidR="00192522" w:rsidRDefault="00B61393">
          <w:pPr>
            <w:pStyle w:val="C2FB566D3EAB4AED944A56D700AF85F6"/>
          </w:pPr>
          <w:r>
            <w:t>[Location]</w:t>
          </w:r>
        </w:p>
      </w:docPartBody>
    </w:docPart>
    <w:docPart>
      <w:docPartPr>
        <w:name w:val="1EE05848BB504083882CEDF5F04D0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E3510-77D8-4284-AB65-62354690FBAE}"/>
      </w:docPartPr>
      <w:docPartBody>
        <w:p w:rsidR="00192522" w:rsidRDefault="00B61393">
          <w:pPr>
            <w:pStyle w:val="1EE05848BB504083882CEDF5F04D0060"/>
          </w:pPr>
          <w:r>
            <w:t>[Topic]</w:t>
          </w:r>
        </w:p>
      </w:docPartBody>
    </w:docPart>
    <w:docPart>
      <w:docPartPr>
        <w:name w:val="FEF1DFA27FD04367B7553D2C2F53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9454F-670D-4E33-B067-1C097089ADA5}"/>
      </w:docPartPr>
      <w:docPartBody>
        <w:p w:rsidR="00192522" w:rsidRDefault="00B61393">
          <w:pPr>
            <w:pStyle w:val="FEF1DFA27FD04367B7553D2C2F53266A"/>
          </w:pPr>
          <w:r>
            <w:t>[Presenter]</w:t>
          </w:r>
        </w:p>
      </w:docPartBody>
    </w:docPart>
    <w:docPart>
      <w:docPartPr>
        <w:name w:val="B2C937FD218147AA870B40F78605F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9DCD0-B322-4C68-8E3D-48B3A30201AF}"/>
      </w:docPartPr>
      <w:docPartBody>
        <w:p w:rsidR="00192522" w:rsidRDefault="00B61393">
          <w:pPr>
            <w:pStyle w:val="B2C937FD218147AA870B40F78605FC45"/>
          </w:pPr>
          <w:r>
            <w:t>[Time]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3"/>
    <w:rsid w:val="00192522"/>
    <w:rsid w:val="00B6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EB392B36AA49679A3E61EA95A67347">
    <w:name w:val="87EB392B36AA49679A3E61EA95A67347"/>
  </w:style>
  <w:style w:type="paragraph" w:customStyle="1" w:styleId="BBD14980CF5E4D46A68062E3BBC4CCC1">
    <w:name w:val="BBD14980CF5E4D46A68062E3BBC4CCC1"/>
  </w:style>
  <w:style w:type="paragraph" w:customStyle="1" w:styleId="C2FB566D3EAB4AED944A56D700AF85F6">
    <w:name w:val="C2FB566D3EAB4AED944A56D700AF85F6"/>
  </w:style>
  <w:style w:type="paragraph" w:customStyle="1" w:styleId="EA83055383B44C90B4FAD0DCE4F8F818">
    <w:name w:val="EA83055383B44C90B4FAD0DCE4F8F818"/>
  </w:style>
  <w:style w:type="paragraph" w:customStyle="1" w:styleId="CC6D846CBC244526871F9B159B02764B">
    <w:name w:val="CC6D846CBC244526871F9B159B02764B"/>
  </w:style>
  <w:style w:type="paragraph" w:customStyle="1" w:styleId="69A8CAF668334B5F8ED1D35093149D41">
    <w:name w:val="69A8CAF668334B5F8ED1D35093149D41"/>
  </w:style>
  <w:style w:type="paragraph" w:customStyle="1" w:styleId="8CCF3C0DC23B49B7A540E5068D77228D">
    <w:name w:val="8CCF3C0DC23B49B7A540E5068D77228D"/>
  </w:style>
  <w:style w:type="paragraph" w:customStyle="1" w:styleId="39809C437C474916BF0D9A63581C46A8">
    <w:name w:val="39809C437C474916BF0D9A63581C46A8"/>
  </w:style>
  <w:style w:type="paragraph" w:customStyle="1" w:styleId="F31D0932E00947C89D44C0BE5DFFADD3">
    <w:name w:val="F31D0932E00947C89D44C0BE5DFFADD3"/>
  </w:style>
  <w:style w:type="paragraph" w:customStyle="1" w:styleId="20F45702A5944DCE8AB59CCF20E999C5">
    <w:name w:val="20F45702A5944DCE8AB59CCF20E999C5"/>
  </w:style>
  <w:style w:type="paragraph" w:customStyle="1" w:styleId="374C472FA24F4CD28440E50CE586008A">
    <w:name w:val="374C472FA24F4CD28440E50CE586008A"/>
  </w:style>
  <w:style w:type="paragraph" w:customStyle="1" w:styleId="1EE05848BB504083882CEDF5F04D0060">
    <w:name w:val="1EE05848BB504083882CEDF5F04D0060"/>
  </w:style>
  <w:style w:type="paragraph" w:customStyle="1" w:styleId="FEF1DFA27FD04367B7553D2C2F53266A">
    <w:name w:val="FEF1DFA27FD04367B7553D2C2F53266A"/>
  </w:style>
  <w:style w:type="paragraph" w:customStyle="1" w:styleId="B2C937FD218147AA870B40F78605FC45">
    <w:name w:val="B2C937FD218147AA870B40F78605FC45"/>
  </w:style>
  <w:style w:type="paragraph" w:customStyle="1" w:styleId="5218861446004756919D99267DF8D9BE">
    <w:name w:val="5218861446004756919D99267DF8D9BE"/>
  </w:style>
  <w:style w:type="paragraph" w:customStyle="1" w:styleId="3C9ECE979A114179809AEB1D465723C6">
    <w:name w:val="3C9ECE979A114179809AEB1D465723C6"/>
  </w:style>
  <w:style w:type="paragraph" w:customStyle="1" w:styleId="AFA440B4AADD4E3C939C0EAAD2E39D0D">
    <w:name w:val="AFA440B4AADD4E3C939C0EAAD2E39D0D"/>
  </w:style>
  <w:style w:type="paragraph" w:customStyle="1" w:styleId="E15FE7FC3D4242FA81BE2D670D00BAA8">
    <w:name w:val="E15FE7FC3D4242FA81BE2D670D00BAA8"/>
    <w:rsid w:val="00B61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0070C0"/>
      </a:hlink>
      <a:folHlink>
        <a:srgbClr val="96A9A9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2017-09-25T20:23:00Z</dcterms:created>
  <dcterms:modified xsi:type="dcterms:W3CDTF">2017-09-27T22:28:00Z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