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79F7DE3B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Agenda</w:t>
          </w:r>
        </w:p>
      </w:sdtContent>
    </w:sdt>
    <w:p w14:paraId="04FDD228" w14:textId="3E86EDF2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7-11-29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C85568">
            <w:t>11</w:t>
          </w:r>
          <w:r w:rsidR="00227AF9">
            <w:t>/</w:t>
          </w:r>
          <w:r w:rsidR="00C85568">
            <w:t>29</w:t>
          </w:r>
          <w:r w:rsidR="00227AF9">
            <w:t>/201</w:t>
          </w:r>
          <w:r w:rsidR="00C85568">
            <w:t>7</w:t>
          </w:r>
          <w:r w:rsidR="00227AF9">
            <w:t xml:space="preserve">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56B998D2" w14:textId="3A095BCE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Linda Stroud, Thea Alvarado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9C5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3D110BAF" w:rsidR="009C56C2" w:rsidRDefault="009C56C2" w:rsidP="00CF6DCF">
                <w:pPr>
                  <w:spacing w:after="0"/>
                </w:pPr>
                <w:r>
                  <w:t>Current Grants</w:t>
                </w:r>
                <w:r w:rsidR="00072AA3">
                  <w:t xml:space="preserve">: </w:t>
                </w:r>
                <w:r>
                  <w:t>Updates (AB798, ZTC Implementation)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2E78C554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</w:t>
                </w:r>
                <w:r w:rsidR="001442B0">
                  <w:t>15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3EFDB8DD" w:rsidR="009C56C2" w:rsidRDefault="00475BF2" w:rsidP="00475BF2">
            <w:pPr>
              <w:spacing w:after="0"/>
            </w:pPr>
            <w:r>
              <w:t>Winter &amp; Spring Schedule: Review listed courses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1ED7F2E3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12:1</w:t>
                </w:r>
                <w:r w:rsidR="00D15A76">
                  <w:t>5</w:t>
                </w:r>
                <w:r>
                  <w:t xml:space="preserve"> – 12:</w:t>
                </w:r>
                <w:r w:rsidR="00D15A76">
                  <w:t>30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0EDF257" w14:textId="17E4A14C" w:rsidR="009C56C2" w:rsidRDefault="009C56C2" w:rsidP="00CF6DCF">
                <w:pPr>
                  <w:spacing w:after="0"/>
                  <w:ind w:left="0"/>
                </w:pPr>
                <w:r>
                  <w:t xml:space="preserve"> </w:t>
                </w:r>
                <w:r w:rsidR="00D15A76">
                  <w:t xml:space="preserve"> Department Updates/Future Workshops?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67193BAC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</w:t>
                </w:r>
                <w:r w:rsidR="00D15A76">
                  <w:t>30</w:t>
                </w:r>
                <w:r>
                  <w:t xml:space="preserve"> – 12:</w:t>
                </w:r>
                <w:r w:rsidR="00D15A76">
                  <w:t>50</w:t>
                </w:r>
              </w:p>
            </w:tc>
          </w:sdtContent>
        </w:sdt>
      </w:tr>
      <w:tr w:rsidR="006267EF" w14:paraId="288208F2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14328676"/>
            <w:placeholder>
              <w:docPart w:val="A1DCC04375774597969EFFED3781DB2A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321E4EB" w14:textId="4BCBCC69" w:rsidR="006267EF" w:rsidRDefault="006267EF" w:rsidP="00CF6DCF">
                <w:pPr>
                  <w:spacing w:after="0"/>
                </w:pPr>
                <w:r>
                  <w:t>Division Updates / Wrap Up</w:t>
                </w:r>
              </w:p>
            </w:tc>
          </w:sdtContent>
        </w:sdt>
        <w:sdt>
          <w:sdtPr>
            <w:id w:val="-720978084"/>
            <w:placeholder>
              <w:docPart w:val="AF9D7556E9614588AE737529772C5DEA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657FC96" w14:textId="15FB6A65" w:rsidR="006267EF" w:rsidRDefault="006267EF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12:50 – 1:00</w:t>
                </w:r>
              </w:p>
            </w:tc>
          </w:sdtContent>
        </w:sdt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6CDD26D7" w:rsidR="00F145AF" w:rsidRDefault="0025431C" w:rsidP="00651523">
      <w:pPr>
        <w:pStyle w:val="ListParagraph"/>
        <w:numPr>
          <w:ilvl w:val="0"/>
          <w:numId w:val="1"/>
        </w:num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sectPr w:rsidR="00F145AF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4D152" w14:textId="77777777" w:rsidR="00094608" w:rsidRDefault="00094608">
      <w:r>
        <w:separator/>
      </w:r>
    </w:p>
  </w:endnote>
  <w:endnote w:type="continuationSeparator" w:id="0">
    <w:p w14:paraId="76A65137" w14:textId="77777777" w:rsidR="00094608" w:rsidRDefault="0009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E19C6" w14:textId="77777777" w:rsidR="00094608" w:rsidRDefault="00094608">
      <w:r>
        <w:separator/>
      </w:r>
    </w:p>
  </w:footnote>
  <w:footnote w:type="continuationSeparator" w:id="0">
    <w:p w14:paraId="6E019A1B" w14:textId="77777777" w:rsidR="00094608" w:rsidRDefault="00094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072AA3"/>
    <w:rsid w:val="00094608"/>
    <w:rsid w:val="001442B0"/>
    <w:rsid w:val="001E1CF0"/>
    <w:rsid w:val="00227AF9"/>
    <w:rsid w:val="0025431C"/>
    <w:rsid w:val="00287BFA"/>
    <w:rsid w:val="00325225"/>
    <w:rsid w:val="003D4133"/>
    <w:rsid w:val="00432A1A"/>
    <w:rsid w:val="00475BF2"/>
    <w:rsid w:val="00535074"/>
    <w:rsid w:val="005E55A4"/>
    <w:rsid w:val="006267EF"/>
    <w:rsid w:val="00651523"/>
    <w:rsid w:val="006B1283"/>
    <w:rsid w:val="008766BD"/>
    <w:rsid w:val="009C2C03"/>
    <w:rsid w:val="009C56C2"/>
    <w:rsid w:val="00A44DB0"/>
    <w:rsid w:val="00B00780"/>
    <w:rsid w:val="00B07499"/>
    <w:rsid w:val="00B52F3E"/>
    <w:rsid w:val="00C85568"/>
    <w:rsid w:val="00C85D9F"/>
    <w:rsid w:val="00CF6DCF"/>
    <w:rsid w:val="00D15A76"/>
    <w:rsid w:val="00E3625D"/>
    <w:rsid w:val="00F13A8A"/>
    <w:rsid w:val="00F145AF"/>
    <w:rsid w:val="00F20AA3"/>
    <w:rsid w:val="00F34C54"/>
    <w:rsid w:val="00F94A70"/>
    <w:rsid w:val="00FA47CB"/>
    <w:rsid w:val="00F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  <w:docPart>
      <w:docPartPr>
        <w:name w:val="A1DCC04375774597969EFFED3781D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5A5CE-AFAF-4CB6-821A-C045C15E6450}"/>
      </w:docPartPr>
      <w:docPartBody>
        <w:p w:rsidR="0056772A" w:rsidRDefault="002C10DC" w:rsidP="002C10DC">
          <w:pPr>
            <w:pStyle w:val="A1DCC04375774597969EFFED3781DB2A"/>
          </w:pPr>
          <w:r>
            <w:t>[Topic]</w:t>
          </w:r>
        </w:p>
      </w:docPartBody>
    </w:docPart>
    <w:docPart>
      <w:docPartPr>
        <w:name w:val="AF9D7556E9614588AE737529772C5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4A3-F438-4855-8995-65E5EC2B125B}"/>
      </w:docPartPr>
      <w:docPartBody>
        <w:p w:rsidR="0056772A" w:rsidRDefault="002C10DC" w:rsidP="002C10DC">
          <w:pPr>
            <w:pStyle w:val="AF9D7556E9614588AE737529772C5DEA"/>
          </w:pPr>
          <w:r>
            <w:t>[Time]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0E2073"/>
    <w:rsid w:val="00192522"/>
    <w:rsid w:val="002C10DC"/>
    <w:rsid w:val="0056772A"/>
    <w:rsid w:val="008579E5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A1DCC04375774597969EFFED3781DB2A">
    <w:name w:val="A1DCC04375774597969EFFED3781DB2A"/>
    <w:rsid w:val="002C10DC"/>
  </w:style>
  <w:style w:type="paragraph" w:customStyle="1" w:styleId="AF9D7556E9614588AE737529772C5DEA">
    <w:name w:val="AF9D7556E9614588AE737529772C5DEA"/>
    <w:rsid w:val="002C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2017-11-20T22:50:00Z</dcterms:created>
  <dcterms:modified xsi:type="dcterms:W3CDTF">2019-03-13T00:27:00Z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