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13CE56E5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7808F5">
            <w:rPr>
              <w:sz w:val="56"/>
            </w:rPr>
            <w:t>Agenda</w:t>
          </w:r>
        </w:p>
      </w:sdtContent>
    </w:sdt>
    <w:p w14:paraId="04FDD228" w14:textId="64AAA3AD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8-05-02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215C65">
            <w:t>5/2/2018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1C55F94F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 xml:space="preserve">: </w:t>
            </w:r>
            <w:r w:rsidR="005B029F">
              <w:t>Paul Blackwell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17EB15CF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</w:t>
            </w:r>
            <w:bookmarkStart w:id="0" w:name="_GoBack"/>
            <w:bookmarkEnd w:id="0"/>
            <w:r>
              <w:t>s</w:t>
            </w:r>
            <w:r w:rsidR="008C6CC1">
              <w:t xml:space="preserve">, 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4064B43C" w14:textId="294A06E5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Thea Alvarado</w:t>
            </w:r>
          </w:p>
          <w:p w14:paraId="56B998D2" w14:textId="0824FEF6" w:rsidR="00D53B63" w:rsidRDefault="00D53B6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>
              <w:rPr>
                <w:b/>
              </w:rPr>
              <w:t>Associated Students</w:t>
            </w:r>
            <w:r w:rsidRPr="00D53B63">
              <w:t>:</w:t>
            </w:r>
            <w:r>
              <w:t xml:space="preserve"> </w:t>
            </w:r>
            <w:r w:rsidR="008C6CC1">
              <w:t>TBA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9C5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20187746" w:rsidR="009C56C2" w:rsidRDefault="00CC54E2" w:rsidP="00CF6DCF">
                <w:pPr>
                  <w:spacing w:after="0"/>
                </w:pPr>
                <w:r>
                  <w:t>Honorarium/Grant Application for Faculty</w:t>
                </w:r>
                <w:r w:rsidR="00215C65">
                  <w:t xml:space="preserve"> Update/Status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24204079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</w:t>
                </w:r>
                <w:r w:rsidR="00CC54E2">
                  <w:t>30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16675187" w:rsidR="009C56C2" w:rsidRDefault="00CC54E2" w:rsidP="00CF6DCF">
            <w:pPr>
              <w:spacing w:after="0"/>
            </w:pPr>
            <w:r>
              <w:t xml:space="preserve">AB798 </w:t>
            </w:r>
            <w:r w:rsidR="00215C65">
              <w:t>Part II update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114BEB8B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30 – 12:40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0EDF257" w14:textId="79CE4E59" w:rsidR="009C56C2" w:rsidRDefault="009C56C2" w:rsidP="00CF6DCF">
                <w:pPr>
                  <w:spacing w:after="0"/>
                  <w:ind w:left="0"/>
                </w:pPr>
                <w:r>
                  <w:t xml:space="preserve"> </w:t>
                </w:r>
                <w:r w:rsidR="00FC54B9">
                  <w:t>End of Year</w:t>
                </w:r>
                <w:r w:rsidR="000F4217">
                  <w:t xml:space="preserve"> Event 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3640C040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40 – 12:50</w:t>
                </w:r>
              </w:p>
            </w:tc>
          </w:sdtContent>
        </w:sdt>
      </w:tr>
      <w:tr w:rsidR="009C56C2" w14:paraId="7100EEFE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285EDBCA" w14:textId="47F1C882" w:rsidR="009C56C2" w:rsidRDefault="00FC54B9" w:rsidP="00CF6DCF">
            <w:pPr>
              <w:spacing w:after="0"/>
            </w:pPr>
            <w:r>
              <w:t>Division Updates / Wrap Up</w:t>
            </w:r>
          </w:p>
        </w:tc>
        <w:tc>
          <w:tcPr>
            <w:tcW w:w="2300" w:type="dxa"/>
          </w:tcPr>
          <w:p w14:paraId="7D9FA81A" w14:textId="79217749" w:rsidR="009C56C2" w:rsidRDefault="006267EF" w:rsidP="00CF6D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</w:t>
            </w:r>
            <w:r w:rsidR="00FC54B9">
              <w:t>50 – 1:00</w:t>
            </w:r>
          </w:p>
        </w:tc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1AB93119" w:rsidR="00F145AF" w:rsidRPr="00157523" w:rsidRDefault="0025431C" w:rsidP="00651523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p w14:paraId="4D9D4F98" w14:textId="5906B441" w:rsidR="00157523" w:rsidRDefault="00157523" w:rsidP="00157523">
      <w:pPr>
        <w:pStyle w:val="ListParagraph"/>
        <w:numPr>
          <w:ilvl w:val="0"/>
          <w:numId w:val="1"/>
        </w:numPr>
      </w:pPr>
      <w:r>
        <w:rPr>
          <w:sz w:val="22"/>
        </w:rPr>
        <w:t>OER Campus Plan</w:t>
      </w:r>
      <w:r w:rsidR="00E72196">
        <w:rPr>
          <w:sz w:val="22"/>
        </w:rPr>
        <w:t xml:space="preserve"> for AB798</w:t>
      </w:r>
      <w:r>
        <w:rPr>
          <w:sz w:val="22"/>
        </w:rPr>
        <w:t>:</w:t>
      </w:r>
      <w:r>
        <w:t xml:space="preserve"> </w:t>
      </w:r>
      <w:hyperlink r:id="rId12" w:history="1">
        <w:r w:rsidRPr="00AF1D36">
          <w:rPr>
            <w:rStyle w:val="Hyperlink"/>
          </w:rPr>
          <w:t>https://1drv.ms/x/s!AnkKqP3iLfYOoL4znpC3w4e8JW1HoQ</w:t>
        </w:r>
      </w:hyperlink>
      <w:r>
        <w:t xml:space="preserve"> </w:t>
      </w:r>
    </w:p>
    <w:sectPr w:rsidR="00157523">
      <w:footerReference w:type="defaul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C7936" w14:textId="77777777" w:rsidR="002269F3" w:rsidRDefault="002269F3">
      <w:r>
        <w:separator/>
      </w:r>
    </w:p>
  </w:endnote>
  <w:endnote w:type="continuationSeparator" w:id="0">
    <w:p w14:paraId="6CC19F86" w14:textId="77777777" w:rsidR="002269F3" w:rsidRDefault="0022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18309" w14:textId="77777777" w:rsidR="002269F3" w:rsidRDefault="002269F3">
      <w:r>
        <w:separator/>
      </w:r>
    </w:p>
  </w:footnote>
  <w:footnote w:type="continuationSeparator" w:id="0">
    <w:p w14:paraId="45D0218F" w14:textId="77777777" w:rsidR="002269F3" w:rsidRDefault="0022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045FAB"/>
    <w:rsid w:val="00072AA3"/>
    <w:rsid w:val="000F4217"/>
    <w:rsid w:val="00157523"/>
    <w:rsid w:val="001D6C7C"/>
    <w:rsid w:val="001E1CF0"/>
    <w:rsid w:val="00215C65"/>
    <w:rsid w:val="002269F3"/>
    <w:rsid w:val="00227AF9"/>
    <w:rsid w:val="0025431C"/>
    <w:rsid w:val="00287BFA"/>
    <w:rsid w:val="00325225"/>
    <w:rsid w:val="003D4133"/>
    <w:rsid w:val="00432A1A"/>
    <w:rsid w:val="00521965"/>
    <w:rsid w:val="00535074"/>
    <w:rsid w:val="00570482"/>
    <w:rsid w:val="005B029F"/>
    <w:rsid w:val="005E55A4"/>
    <w:rsid w:val="006267EF"/>
    <w:rsid w:val="00651523"/>
    <w:rsid w:val="006807EA"/>
    <w:rsid w:val="006B1283"/>
    <w:rsid w:val="00712292"/>
    <w:rsid w:val="007808F5"/>
    <w:rsid w:val="008766BD"/>
    <w:rsid w:val="008C6CC1"/>
    <w:rsid w:val="009371C3"/>
    <w:rsid w:val="009C2C03"/>
    <w:rsid w:val="009C56C2"/>
    <w:rsid w:val="00A31356"/>
    <w:rsid w:val="00B00780"/>
    <w:rsid w:val="00B07499"/>
    <w:rsid w:val="00B52F3E"/>
    <w:rsid w:val="00C85D9F"/>
    <w:rsid w:val="00CC54E2"/>
    <w:rsid w:val="00CF6DCF"/>
    <w:rsid w:val="00D53B63"/>
    <w:rsid w:val="00E3625D"/>
    <w:rsid w:val="00E72196"/>
    <w:rsid w:val="00E85E81"/>
    <w:rsid w:val="00F13A8A"/>
    <w:rsid w:val="00F145AF"/>
    <w:rsid w:val="00F1572E"/>
    <w:rsid w:val="00F20AA3"/>
    <w:rsid w:val="00F34C54"/>
    <w:rsid w:val="00F94A70"/>
    <w:rsid w:val="00FA47CB"/>
    <w:rsid w:val="00FB2B94"/>
    <w:rsid w:val="00F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15752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1drv.ms/x/s!AnkKqP3iLfYOoL4znpC3w4e8JW1Ho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0E2073"/>
    <w:rsid w:val="0011565F"/>
    <w:rsid w:val="00192522"/>
    <w:rsid w:val="002C10DC"/>
    <w:rsid w:val="00A11A4A"/>
    <w:rsid w:val="00A476CC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A1DCC04375774597969EFFED3781DB2A">
    <w:name w:val="A1DCC04375774597969EFFED3781DB2A"/>
    <w:rsid w:val="002C10DC"/>
  </w:style>
  <w:style w:type="paragraph" w:customStyle="1" w:styleId="AF9D7556E9614588AE737529772C5DEA">
    <w:name w:val="AF9D7556E9614588AE737529772C5DEA"/>
    <w:rsid w:val="002C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2018-05-02T18:21:00Z</dcterms:created>
  <dcterms:modified xsi:type="dcterms:W3CDTF">2018-09-10T20:56:00Z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