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381209846"/>
        <w:placeholder>
          <w:docPart w:val="87EB392B36AA49679A3E61EA95A67347"/>
        </w:placeholder>
        <w15:appearance w15:val="hidden"/>
      </w:sdtPr>
      <w:sdtEndPr/>
      <w:sdtContent>
        <w:p w14:paraId="23801DA4" w14:textId="13CE56E5" w:rsidR="006B1283" w:rsidRDefault="00F94A70">
          <w:pPr>
            <w:pStyle w:val="Heading1"/>
          </w:pPr>
          <w:r w:rsidRPr="00432A1A">
            <w:rPr>
              <w:sz w:val="56"/>
            </w:rPr>
            <w:t>OER Committee Meeting</w:t>
          </w:r>
          <w:r w:rsidR="00432A1A" w:rsidRPr="00432A1A">
            <w:rPr>
              <w:sz w:val="56"/>
            </w:rPr>
            <w:t xml:space="preserve"> </w:t>
          </w:r>
          <w:r w:rsidR="007808F5">
            <w:rPr>
              <w:sz w:val="56"/>
            </w:rPr>
            <w:t>Agenda</w:t>
          </w:r>
        </w:p>
      </w:sdtContent>
    </w:sdt>
    <w:p w14:paraId="04FDD228" w14:textId="7CCE65A7" w:rsidR="006B1283" w:rsidRDefault="00287BFA">
      <w:pPr>
        <w:pBdr>
          <w:top w:val="single" w:sz="4" w:space="1" w:color="696464" w:themeColor="text2"/>
        </w:pBdr>
        <w:spacing w:after="240"/>
        <w:jc w:val="right"/>
      </w:pPr>
      <w:r>
        <w:rPr>
          <w:rStyle w:val="IntenseEmphasis"/>
        </w:rPr>
        <w:t>Date | time</w:t>
      </w:r>
      <w:r>
        <w:t xml:space="preserve"> </w:t>
      </w:r>
      <w:sdt>
        <w:sdtPr>
          <w:id w:val="705675763"/>
          <w:placeholder>
            <w:docPart w:val="BBD14980CF5E4D46A68062E3BBC4CCC1"/>
          </w:placeholder>
          <w:date w:fullDate="2018-10-31T12:00:00Z">
            <w:dateFormat w:val="M/d/yyyy h:mm am/pm"/>
            <w:lid w:val="en-US"/>
            <w:storeMappedDataAs w:val="dateTime"/>
            <w:calendar w:val="gregorian"/>
          </w:date>
        </w:sdtPr>
        <w:sdtEndPr/>
        <w:sdtContent>
          <w:r w:rsidR="003E2CF6">
            <w:t>10/31/2018 12:00 PM</w:t>
          </w:r>
        </w:sdtContent>
      </w:sdt>
      <w:r>
        <w:t xml:space="preserve">| </w:t>
      </w:r>
      <w:r>
        <w:rPr>
          <w:rStyle w:val="IntenseEmphasis"/>
        </w:rPr>
        <w:t>Location</w:t>
      </w:r>
      <w:r>
        <w:t xml:space="preserve"> </w:t>
      </w:r>
      <w:sdt>
        <w:sdtPr>
          <w:id w:val="465398058"/>
          <w:placeholder>
            <w:docPart w:val="C2FB566D3EAB4AED944A56D700AF85F6"/>
          </w:placeholder>
          <w15:appearance w15:val="hidden"/>
        </w:sdtPr>
        <w:sdtEndPr/>
        <w:sdtContent>
          <w:r w:rsidR="00F94A70">
            <w:t>Library – Orientation Room</w:t>
          </w:r>
        </w:sdtContent>
      </w:sdt>
    </w:p>
    <w:tbl>
      <w:tblPr>
        <w:tblW w:w="5125" w:type="pct"/>
        <w:tblBorders>
          <w:left w:val="single" w:sz="8" w:space="0" w:color="D34817" w:themeColor="accent1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Meeting participants"/>
      </w:tblPr>
      <w:tblGrid>
        <w:gridCol w:w="6200"/>
        <w:gridCol w:w="4860"/>
      </w:tblGrid>
      <w:tr w:rsidR="008A3B75" w14:paraId="0C9BADE2" w14:textId="77777777" w:rsidTr="008A3B75">
        <w:trPr>
          <w:tblHeader/>
        </w:trPr>
        <w:tc>
          <w:tcPr>
            <w:tcW w:w="6200" w:type="dxa"/>
            <w:tcBorders>
              <w:right w:val="single" w:sz="8" w:space="0" w:color="D34817" w:themeColor="accent1"/>
            </w:tcBorders>
          </w:tcPr>
          <w:p w14:paraId="4B164B95" w14:textId="1A66D7CE" w:rsidR="008A3B75" w:rsidRDefault="008A3B75" w:rsidP="00651523">
            <w:pPr>
              <w:spacing w:after="0"/>
            </w:pPr>
            <w:r>
              <w:t>MEMBERS</w:t>
            </w:r>
          </w:p>
        </w:tc>
        <w:tc>
          <w:tcPr>
            <w:tcW w:w="4860" w:type="dxa"/>
            <w:tcBorders>
              <w:left w:val="single" w:sz="8" w:space="0" w:color="D34817" w:themeColor="accent1"/>
            </w:tcBorders>
          </w:tcPr>
          <w:p w14:paraId="315E6028" w14:textId="764A5187" w:rsidR="008A3B75" w:rsidRDefault="008A3B75">
            <w:pPr>
              <w:spacing w:after="0"/>
            </w:pPr>
            <w:r>
              <w:t>NOTES</w:t>
            </w:r>
          </w:p>
        </w:tc>
      </w:tr>
      <w:tr w:rsidR="006B1283" w14:paraId="1791F443" w14:textId="77777777" w:rsidTr="00651523">
        <w:tc>
          <w:tcPr>
            <w:tcW w:w="6200" w:type="dxa"/>
            <w:tcBorders>
              <w:right w:val="single" w:sz="8" w:space="0" w:color="D34817" w:themeColor="accent1"/>
            </w:tcBorders>
          </w:tcPr>
          <w:p w14:paraId="6C7473DA" w14:textId="77777777" w:rsidR="00651523" w:rsidRDefault="00651523" w:rsidP="00651523">
            <w:pPr>
              <w:pStyle w:val="ListParagraph"/>
              <w:numPr>
                <w:ilvl w:val="0"/>
                <w:numId w:val="2"/>
              </w:numPr>
              <w:spacing w:after="0"/>
              <w:ind w:right="90"/>
            </w:pPr>
            <w:r w:rsidRPr="00651523">
              <w:rPr>
                <w:b/>
              </w:rPr>
              <w:t>Chair</w:t>
            </w:r>
            <w:r>
              <w:t>: Walter Butler</w:t>
            </w:r>
          </w:p>
          <w:p w14:paraId="4A8D6F2D" w14:textId="1C55F94F" w:rsidR="00651523" w:rsidRDefault="00651523" w:rsidP="00651523">
            <w:pPr>
              <w:pStyle w:val="ListParagraph"/>
              <w:numPr>
                <w:ilvl w:val="0"/>
                <w:numId w:val="2"/>
              </w:numPr>
              <w:spacing w:before="0" w:after="0"/>
              <w:ind w:right="90"/>
            </w:pPr>
            <w:r w:rsidRPr="00651523">
              <w:rPr>
                <w:b/>
              </w:rPr>
              <w:t>Bookstore</w:t>
            </w:r>
            <w:r>
              <w:t xml:space="preserve">: </w:t>
            </w:r>
            <w:r w:rsidR="005B029F">
              <w:t>Paul Blackwell</w:t>
            </w:r>
          </w:p>
          <w:p w14:paraId="2EEEEA4A" w14:textId="77777777" w:rsidR="00651523" w:rsidRDefault="00651523" w:rsidP="00651523">
            <w:pPr>
              <w:pStyle w:val="ListParagraph"/>
              <w:numPr>
                <w:ilvl w:val="0"/>
                <w:numId w:val="2"/>
              </w:numPr>
              <w:spacing w:before="0" w:after="0"/>
              <w:ind w:right="90"/>
            </w:pPr>
            <w:r w:rsidRPr="00651523">
              <w:rPr>
                <w:b/>
              </w:rPr>
              <w:t>Counseling</w:t>
            </w:r>
            <w:r>
              <w:t>: Lily Tran</w:t>
            </w:r>
          </w:p>
          <w:p w14:paraId="1E9EE3AA" w14:textId="77777777" w:rsidR="00651523" w:rsidRDefault="00651523" w:rsidP="00651523">
            <w:pPr>
              <w:pStyle w:val="ListParagraph"/>
              <w:numPr>
                <w:ilvl w:val="0"/>
                <w:numId w:val="2"/>
              </w:numPr>
              <w:spacing w:before="0" w:after="0"/>
              <w:ind w:right="90"/>
            </w:pPr>
            <w:r w:rsidRPr="00651523">
              <w:rPr>
                <w:b/>
              </w:rPr>
              <w:t>Distance Ed</w:t>
            </w:r>
            <w:r>
              <w:t>: Leslie Tirapelle</w:t>
            </w:r>
          </w:p>
          <w:p w14:paraId="5090AEDF" w14:textId="77777777" w:rsidR="00651523" w:rsidRDefault="00651523" w:rsidP="00651523">
            <w:pPr>
              <w:pStyle w:val="ListParagraph"/>
              <w:numPr>
                <w:ilvl w:val="0"/>
                <w:numId w:val="2"/>
              </w:numPr>
              <w:spacing w:before="0" w:after="0"/>
              <w:ind w:right="90"/>
            </w:pPr>
            <w:r w:rsidRPr="00651523">
              <w:rPr>
                <w:b/>
              </w:rPr>
              <w:t>DSP&amp;S</w:t>
            </w:r>
            <w:r>
              <w:t>: Alex Marositz, Mark Sakata</w:t>
            </w:r>
          </w:p>
          <w:p w14:paraId="5991911A" w14:textId="77777777" w:rsidR="00651523" w:rsidRDefault="00651523" w:rsidP="00651523">
            <w:pPr>
              <w:pStyle w:val="ListParagraph"/>
              <w:numPr>
                <w:ilvl w:val="0"/>
                <w:numId w:val="2"/>
              </w:numPr>
              <w:spacing w:before="0"/>
              <w:ind w:right="90"/>
            </w:pPr>
            <w:r w:rsidRPr="00651523">
              <w:rPr>
                <w:b/>
              </w:rPr>
              <w:t>Language &amp; ESL</w:t>
            </w:r>
            <w:r>
              <w:t>: Laura Godio, Manuel Sanchez</w:t>
            </w:r>
          </w:p>
          <w:p w14:paraId="40788875" w14:textId="755D99D7" w:rsidR="00651523" w:rsidRDefault="00651523" w:rsidP="00651523">
            <w:pPr>
              <w:pStyle w:val="ListParagraph"/>
              <w:numPr>
                <w:ilvl w:val="0"/>
                <w:numId w:val="2"/>
              </w:numPr>
              <w:spacing w:before="0"/>
              <w:ind w:right="-540"/>
            </w:pPr>
            <w:r w:rsidRPr="00651523">
              <w:rPr>
                <w:b/>
              </w:rPr>
              <w:t>Math &amp; Computer Science</w:t>
            </w:r>
            <w:r>
              <w:t>:  Jose Castanon, David Matthews</w:t>
            </w:r>
            <w:r w:rsidR="008C6CC1">
              <w:t>,</w:t>
            </w:r>
            <w:r w:rsidR="003E2CF6">
              <w:t xml:space="preserve"> Raelynn Garcia</w:t>
            </w:r>
            <w:r w:rsidR="008C6CC1">
              <w:t xml:space="preserve"> </w:t>
            </w:r>
          </w:p>
          <w:p w14:paraId="6B17CD90" w14:textId="77777777" w:rsidR="00651523" w:rsidRDefault="00651523" w:rsidP="00651523">
            <w:pPr>
              <w:pStyle w:val="ListParagraph"/>
              <w:numPr>
                <w:ilvl w:val="0"/>
                <w:numId w:val="2"/>
              </w:numPr>
              <w:spacing w:before="0"/>
              <w:ind w:right="90"/>
            </w:pPr>
            <w:r w:rsidRPr="00651523">
              <w:rPr>
                <w:b/>
              </w:rPr>
              <w:t>Natural Sciences</w:t>
            </w:r>
            <w:r>
              <w:t xml:space="preserve">: Susan Bower </w:t>
            </w:r>
          </w:p>
          <w:p w14:paraId="6923D053" w14:textId="77777777" w:rsidR="00651523" w:rsidRDefault="00651523" w:rsidP="00651523">
            <w:pPr>
              <w:pStyle w:val="ListParagraph"/>
              <w:numPr>
                <w:ilvl w:val="0"/>
                <w:numId w:val="2"/>
              </w:numPr>
              <w:spacing w:before="0"/>
              <w:ind w:left="435" w:hanging="350"/>
            </w:pPr>
            <w:r w:rsidRPr="00651523">
              <w:rPr>
                <w:b/>
              </w:rPr>
              <w:t>Noncredit</w:t>
            </w:r>
            <w:r>
              <w:t xml:space="preserve">: Teresa Deukmedjian, Sarey Torres </w:t>
            </w:r>
          </w:p>
          <w:p w14:paraId="4064B43C" w14:textId="294A06E5" w:rsidR="006B1283" w:rsidRDefault="00651523" w:rsidP="00651523">
            <w:pPr>
              <w:pStyle w:val="ListParagraph"/>
              <w:numPr>
                <w:ilvl w:val="0"/>
                <w:numId w:val="2"/>
              </w:numPr>
              <w:spacing w:before="0"/>
              <w:ind w:left="435" w:hanging="350"/>
            </w:pPr>
            <w:r w:rsidRPr="00651523">
              <w:rPr>
                <w:b/>
              </w:rPr>
              <w:t>Social Science</w:t>
            </w:r>
            <w:r>
              <w:t>: Julie Kiotas, Thea Alvarado</w:t>
            </w:r>
          </w:p>
          <w:p w14:paraId="56B998D2" w14:textId="06EC6837" w:rsidR="00D53B63" w:rsidRDefault="00D53B63" w:rsidP="00651523">
            <w:pPr>
              <w:pStyle w:val="ListParagraph"/>
              <w:numPr>
                <w:ilvl w:val="0"/>
                <w:numId w:val="2"/>
              </w:numPr>
              <w:spacing w:before="0"/>
              <w:ind w:left="435" w:hanging="350"/>
            </w:pPr>
            <w:r>
              <w:rPr>
                <w:b/>
              </w:rPr>
              <w:t>Associated Students</w:t>
            </w:r>
            <w:r w:rsidRPr="00D53B63">
              <w:t>:</w:t>
            </w:r>
            <w:r>
              <w:t xml:space="preserve"> </w:t>
            </w:r>
            <w:r w:rsidR="003E2CF6">
              <w:t>Faith Sy Go</w:t>
            </w:r>
          </w:p>
        </w:tc>
        <w:tc>
          <w:tcPr>
            <w:tcW w:w="4860" w:type="dxa"/>
            <w:tcBorders>
              <w:left w:val="single" w:sz="8" w:space="0" w:color="D34817" w:themeColor="accent1"/>
            </w:tcBorders>
          </w:tcPr>
          <w:p w14:paraId="2928A6C1" w14:textId="6BB2019E" w:rsidR="006B1283" w:rsidRDefault="006B1283" w:rsidP="008A3B75">
            <w:pPr>
              <w:spacing w:after="0"/>
              <w:ind w:left="0"/>
            </w:pPr>
          </w:p>
        </w:tc>
      </w:tr>
    </w:tbl>
    <w:p w14:paraId="55546004" w14:textId="77777777" w:rsidR="006B1283" w:rsidRDefault="00287BFA" w:rsidP="00C85D9F">
      <w:pPr>
        <w:pStyle w:val="Heading2"/>
      </w:pPr>
      <w:r w:rsidRPr="00C85D9F">
        <w:t>Agenda</w:t>
      </w:r>
      <w:r>
        <w:t xml:space="preserve"> Items</w:t>
      </w:r>
    </w:p>
    <w:tbl>
      <w:tblPr>
        <w:tblStyle w:val="PlainTable2"/>
        <w:tblpPr w:leftFromText="180" w:rightFromText="180" w:vertAnchor="text" w:horzAnchor="margin" w:tblpY="-54"/>
        <w:tblW w:w="4680" w:type="pct"/>
        <w:tblLook w:val="04A0" w:firstRow="1" w:lastRow="0" w:firstColumn="1" w:lastColumn="0" w:noHBand="0" w:noVBand="1"/>
        <w:tblDescription w:val="Agenda items"/>
      </w:tblPr>
      <w:tblGrid>
        <w:gridCol w:w="7809"/>
        <w:gridCol w:w="2300"/>
      </w:tblGrid>
      <w:tr w:rsidR="009C56C2" w14:paraId="1896CFD2" w14:textId="77777777" w:rsidTr="008A3B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3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9" w:type="dxa"/>
          </w:tcPr>
          <w:p w14:paraId="43BF0074" w14:textId="77777777" w:rsidR="009C56C2" w:rsidRPr="00CF6DCF" w:rsidRDefault="009C56C2" w:rsidP="00CF6DCF">
            <w:pPr>
              <w:pStyle w:val="Heading3"/>
              <w:outlineLvl w:val="2"/>
              <w:rPr>
                <w:rFonts w:asciiTheme="minorHAnsi" w:hAnsiTheme="minorHAnsi"/>
                <w:b w:val="0"/>
              </w:rPr>
            </w:pPr>
            <w:r w:rsidRPr="00CF6DCF">
              <w:rPr>
                <w:rFonts w:asciiTheme="minorHAnsi" w:hAnsiTheme="minorHAnsi"/>
                <w:b w:val="0"/>
                <w:color w:val="732117" w:themeColor="accent2" w:themeShade="BF"/>
                <w:sz w:val="24"/>
              </w:rPr>
              <w:t>TOPICS</w:t>
            </w:r>
          </w:p>
        </w:tc>
        <w:tc>
          <w:tcPr>
            <w:tcW w:w="2300" w:type="dxa"/>
          </w:tcPr>
          <w:p w14:paraId="2895DEF3" w14:textId="77777777" w:rsidR="009C56C2" w:rsidRPr="00CF6DCF" w:rsidRDefault="009C56C2" w:rsidP="00CF6DCF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CF6DCF">
              <w:rPr>
                <w:b w:val="0"/>
                <w:color w:val="732117" w:themeColor="accent2" w:themeShade="BF"/>
                <w:sz w:val="24"/>
              </w:rPr>
              <w:t xml:space="preserve">TIME </w:t>
            </w:r>
          </w:p>
        </w:tc>
      </w:tr>
      <w:tr w:rsidR="009C56C2" w14:paraId="4BBBD266" w14:textId="77777777" w:rsidTr="009C56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</w:trPr>
        <w:sdt>
          <w:sdtPr>
            <w:id w:val="2061053076"/>
            <w:placeholder>
              <w:docPart w:val="ECD46B71D7804876AA6728CE62AFFFBC"/>
            </w:placeholder>
            <w15:appearance w15:val="hidden"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7809" w:type="dxa"/>
              </w:tcPr>
              <w:p w14:paraId="1F0154CF" w14:textId="77777777" w:rsidR="009C56C2" w:rsidRDefault="009C56C2" w:rsidP="00CF6DCF">
                <w:pPr>
                  <w:spacing w:after="0"/>
                </w:pPr>
                <w:r>
                  <w:t>Introductions</w:t>
                </w:r>
              </w:p>
            </w:tc>
          </w:sdtContent>
        </w:sdt>
        <w:sdt>
          <w:sdtPr>
            <w:id w:val="478045287"/>
            <w:placeholder>
              <w:docPart w:val="5C446D9C4146460CA40EEBC282FCD9FE"/>
            </w:placeholder>
            <w15:appearance w15:val="hidden"/>
          </w:sdtPr>
          <w:sdtEndPr/>
          <w:sdtContent>
            <w:tc>
              <w:tcPr>
                <w:tcW w:w="2300" w:type="dxa"/>
              </w:tcPr>
              <w:p w14:paraId="77F9F869" w14:textId="77777777" w:rsidR="009C56C2" w:rsidRDefault="009C56C2" w:rsidP="00CF6DCF">
                <w:pPr>
                  <w:spacing w:after="0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t>12:00 – 12:05</w:t>
                </w:r>
              </w:p>
            </w:tc>
          </w:sdtContent>
        </w:sdt>
      </w:tr>
      <w:tr w:rsidR="009C56C2" w14:paraId="03EFD313" w14:textId="77777777" w:rsidTr="009C56C2">
        <w:trPr>
          <w:trHeight w:val="390"/>
        </w:trPr>
        <w:sdt>
          <w:sdtPr>
            <w:id w:val="-1352954585"/>
            <w:placeholder>
              <w:docPart w:val="10C38F59971D46B9AC1ACEEE584D7399"/>
            </w:placeholder>
            <w15:appearance w15:val="hidden"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7809" w:type="dxa"/>
              </w:tcPr>
              <w:p w14:paraId="70571A77" w14:textId="68C5573B" w:rsidR="009C56C2" w:rsidRDefault="003E2CF6" w:rsidP="003E2CF6">
                <w:pPr>
                  <w:spacing w:after="0"/>
                </w:pPr>
                <w:r>
                  <w:t>AB798 Part II Update</w:t>
                </w:r>
              </w:p>
            </w:tc>
          </w:sdtContent>
        </w:sdt>
        <w:sdt>
          <w:sdtPr>
            <w:id w:val="-179668635"/>
            <w:placeholder>
              <w:docPart w:val="D6CCCC8E96F543249AAAD196F95D33E4"/>
            </w:placeholder>
            <w15:appearance w15:val="hidden"/>
          </w:sdtPr>
          <w:sdtEndPr/>
          <w:sdtContent>
            <w:tc>
              <w:tcPr>
                <w:tcW w:w="2300" w:type="dxa"/>
              </w:tcPr>
              <w:p w14:paraId="6DB2EB0A" w14:textId="4EC0ADA5" w:rsidR="009C56C2" w:rsidRDefault="009C56C2" w:rsidP="00CF6DCF">
                <w:pPr>
                  <w:spacing w:after="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t>12:05 – 12:</w:t>
                </w:r>
                <w:r w:rsidR="00EE6EFA">
                  <w:t>15</w:t>
                </w:r>
              </w:p>
            </w:tc>
          </w:sdtContent>
        </w:sdt>
      </w:tr>
      <w:tr w:rsidR="009C56C2" w14:paraId="1C110F8D" w14:textId="77777777" w:rsidTr="009C56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9" w:type="dxa"/>
          </w:tcPr>
          <w:p w14:paraId="532F4FCE" w14:textId="7FDD0C2A" w:rsidR="009C56C2" w:rsidRDefault="003E2CF6" w:rsidP="00CF6DCF">
            <w:pPr>
              <w:spacing w:after="0"/>
            </w:pPr>
            <w:r>
              <w:t>Winter/Spring Sections</w:t>
            </w:r>
          </w:p>
        </w:tc>
        <w:sdt>
          <w:sdtPr>
            <w:id w:val="-727831273"/>
            <w:placeholder>
              <w:docPart w:val="D6CCCC8E96F543249AAAD196F95D33E4"/>
            </w:placeholder>
            <w15:appearance w15:val="hidden"/>
          </w:sdtPr>
          <w:sdtEndPr/>
          <w:sdtContent>
            <w:tc>
              <w:tcPr>
                <w:tcW w:w="2300" w:type="dxa"/>
              </w:tcPr>
              <w:p w14:paraId="2585E0E2" w14:textId="03CBFFBA" w:rsidR="009C56C2" w:rsidRDefault="009C56C2" w:rsidP="00CF6DCF">
                <w:pPr>
                  <w:spacing w:after="0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t>12:</w:t>
                </w:r>
                <w:r w:rsidR="00EE6EFA">
                  <w:t>15 – 12:3</w:t>
                </w:r>
                <w:r w:rsidR="00FC54B9">
                  <w:t>0</w:t>
                </w:r>
              </w:p>
            </w:tc>
          </w:sdtContent>
        </w:sdt>
      </w:tr>
      <w:tr w:rsidR="009C56C2" w14:paraId="30D4D599" w14:textId="77777777" w:rsidTr="009C56C2">
        <w:trPr>
          <w:trHeight w:val="376"/>
        </w:trPr>
        <w:sdt>
          <w:sdtPr>
            <w:id w:val="145789670"/>
            <w:placeholder>
              <w:docPart w:val="DA1F5C89AF1349F49E42DE720DE022D2"/>
            </w:placeholder>
            <w15:appearance w15:val="hidden"/>
          </w:sdtPr>
          <w:sdtEndPr/>
          <w:sdtContent>
            <w:tc>
              <w:tcPr>
                <w:tcW w:w="7809" w:type="dxa"/>
              </w:tcPr>
              <w:p w14:paraId="50EDF257" w14:textId="4CCB9109" w:rsidR="009C56C2" w:rsidRDefault="009C56C2" w:rsidP="003E2CF6">
                <w:pPr>
                  <w:spacing w:after="0"/>
                  <w:ind w:left="0"/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/w:pPr>
                <w:r>
                  <w:t xml:space="preserve"> </w:t>
                </w:r>
                <w:r w:rsidR="003E2CF6">
                  <w:t>Professional Development</w:t>
                </w:r>
                <w:r w:rsidR="000F4217">
                  <w:t xml:space="preserve"> </w:t>
                </w:r>
              </w:p>
            </w:tc>
          </w:sdtContent>
        </w:sdt>
        <w:sdt>
          <w:sdtPr>
            <w:id w:val="733512956"/>
            <w:placeholder>
              <w:docPart w:val="D6CCCC8E96F543249AAAD196F95D33E4"/>
            </w:placeholder>
            <w15:appearance w15:val="hidden"/>
          </w:sdtPr>
          <w:sdtEndPr/>
          <w:sdtContent>
            <w:tc>
              <w:tcPr>
                <w:tcW w:w="2300" w:type="dxa"/>
              </w:tcPr>
              <w:p w14:paraId="132C9821" w14:textId="6EB8E983" w:rsidR="009C56C2" w:rsidRDefault="009C56C2" w:rsidP="00CF6DCF">
                <w:pPr>
                  <w:spacing w:after="0"/>
                </w:pPr>
                <w:r>
                  <w:t>12:</w:t>
                </w:r>
                <w:r w:rsidR="00EE6EFA">
                  <w:t>3</w:t>
                </w:r>
                <w:bookmarkStart w:id="0" w:name="_GoBack"/>
                <w:bookmarkEnd w:id="0"/>
                <w:r w:rsidR="00FC54B9">
                  <w:t>0 – 12:50</w:t>
                </w:r>
              </w:p>
            </w:tc>
          </w:sdtContent>
        </w:sdt>
      </w:tr>
      <w:tr w:rsidR="009C56C2" w14:paraId="7100EEFE" w14:textId="77777777" w:rsidTr="009C56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9" w:type="dxa"/>
          </w:tcPr>
          <w:p w14:paraId="285EDBCA" w14:textId="47F1C882" w:rsidR="009C56C2" w:rsidRDefault="00FC54B9" w:rsidP="00CF6DCF">
            <w:pPr>
              <w:spacing w:after="0"/>
            </w:pPr>
            <w:r>
              <w:t>Division Updates / Wrap Up</w:t>
            </w:r>
          </w:p>
        </w:tc>
        <w:tc>
          <w:tcPr>
            <w:tcW w:w="2300" w:type="dxa"/>
          </w:tcPr>
          <w:p w14:paraId="7D9FA81A" w14:textId="79217749" w:rsidR="009C56C2" w:rsidRDefault="006267EF" w:rsidP="00CF6D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12:</w:t>
            </w:r>
            <w:r w:rsidR="00FC54B9">
              <w:t>50 – 1:00</w:t>
            </w:r>
          </w:p>
        </w:tc>
      </w:tr>
    </w:tbl>
    <w:p w14:paraId="601DA883" w14:textId="77777777" w:rsidR="006B1283" w:rsidRDefault="00287BFA">
      <w:pPr>
        <w:pStyle w:val="Heading2"/>
      </w:pPr>
      <w:r>
        <w:t>Other Information</w:t>
      </w:r>
    </w:p>
    <w:p w14:paraId="6CD68992" w14:textId="77777777" w:rsidR="00B52F3E" w:rsidRPr="0025431C" w:rsidRDefault="00B52F3E">
      <w:pPr>
        <w:rPr>
          <w:sz w:val="22"/>
        </w:rPr>
      </w:pPr>
      <w:r w:rsidRPr="0025431C">
        <w:rPr>
          <w:sz w:val="22"/>
        </w:rPr>
        <w:t>Resources:</w:t>
      </w:r>
    </w:p>
    <w:p w14:paraId="7D689A06" w14:textId="48D101C5" w:rsidR="00B52F3E" w:rsidRPr="0025431C" w:rsidRDefault="00EE6EFA" w:rsidP="00F145AF">
      <w:pPr>
        <w:pStyle w:val="ListParagraph"/>
        <w:numPr>
          <w:ilvl w:val="0"/>
          <w:numId w:val="1"/>
        </w:numPr>
        <w:rPr>
          <w:sz w:val="22"/>
        </w:rPr>
      </w:pPr>
      <w:hyperlink r:id="rId9" w:history="1">
        <w:r w:rsidR="008A3B75">
          <w:rPr>
            <w:rStyle w:val="Hyperlink"/>
            <w:sz w:val="22"/>
          </w:rPr>
          <w:t>OER Website: http://libguides.pasadena.edu/oer</w:t>
        </w:r>
      </w:hyperlink>
      <w:r w:rsidR="00B52F3E" w:rsidRPr="0025431C">
        <w:rPr>
          <w:sz w:val="22"/>
        </w:rPr>
        <w:t xml:space="preserve"> </w:t>
      </w:r>
    </w:p>
    <w:p w14:paraId="30E9DF47" w14:textId="0F9FE35C" w:rsidR="00B52F3E" w:rsidRPr="0025431C" w:rsidRDefault="00EE6EFA" w:rsidP="00F145AF">
      <w:pPr>
        <w:pStyle w:val="ListParagraph"/>
        <w:numPr>
          <w:ilvl w:val="0"/>
          <w:numId w:val="1"/>
        </w:numPr>
        <w:rPr>
          <w:sz w:val="22"/>
        </w:rPr>
      </w:pPr>
      <w:hyperlink r:id="rId10" w:history="1">
        <w:r w:rsidR="008A3B75">
          <w:rPr>
            <w:rStyle w:val="Hyperlink"/>
            <w:sz w:val="22"/>
          </w:rPr>
          <w:t>Cool4ED: http://cool4ed.org/</w:t>
        </w:r>
      </w:hyperlink>
      <w:r w:rsidR="00B52F3E" w:rsidRPr="0025431C">
        <w:rPr>
          <w:sz w:val="22"/>
        </w:rPr>
        <w:t xml:space="preserve"> </w:t>
      </w:r>
    </w:p>
    <w:p w14:paraId="17276D74" w14:textId="10F75932" w:rsidR="00F145AF" w:rsidRPr="0025431C" w:rsidRDefault="004E6D26" w:rsidP="00F145AF">
      <w:pPr>
        <w:pStyle w:val="ListParagraph"/>
        <w:numPr>
          <w:ilvl w:val="0"/>
          <w:numId w:val="1"/>
        </w:numPr>
        <w:rPr>
          <w:sz w:val="22"/>
        </w:rPr>
      </w:pPr>
      <w:hyperlink r:id="rId11" w:history="1">
        <w:r w:rsidRPr="004E48FC">
          <w:rPr>
            <w:rStyle w:val="Hyperlink"/>
            <w:sz w:val="22"/>
          </w:rPr>
          <w:t>Chancellor’s Office OER: http://extranet.cccco.edu/Divisions/AcademicAffairs/OpenEducationResources.aspx</w:t>
        </w:r>
      </w:hyperlink>
      <w:r w:rsidR="00F145AF" w:rsidRPr="0025431C">
        <w:rPr>
          <w:sz w:val="22"/>
        </w:rPr>
        <w:t xml:space="preserve"> </w:t>
      </w:r>
    </w:p>
    <w:p w14:paraId="5E9EB9A1" w14:textId="0AA4F680" w:rsidR="00F145AF" w:rsidRPr="00157523" w:rsidRDefault="00EE6EFA" w:rsidP="00651523">
      <w:pPr>
        <w:pStyle w:val="ListParagraph"/>
        <w:numPr>
          <w:ilvl w:val="0"/>
          <w:numId w:val="1"/>
        </w:numPr>
        <w:rPr>
          <w:rStyle w:val="Hyperlink"/>
          <w:color w:val="auto"/>
          <w:u w:val="none"/>
        </w:rPr>
      </w:pPr>
      <w:hyperlink r:id="rId12" w:history="1">
        <w:r w:rsidR="008A3B75">
          <w:rPr>
            <w:rStyle w:val="Hyperlink"/>
            <w:sz w:val="22"/>
          </w:rPr>
          <w:t>CCCOER: http://cccoer.org</w:t>
        </w:r>
      </w:hyperlink>
    </w:p>
    <w:p w14:paraId="4D9D4F98" w14:textId="1DDF7406" w:rsidR="00157523" w:rsidRDefault="00EE6EFA" w:rsidP="00157523">
      <w:pPr>
        <w:pStyle w:val="ListParagraph"/>
        <w:numPr>
          <w:ilvl w:val="0"/>
          <w:numId w:val="1"/>
        </w:numPr>
      </w:pPr>
      <w:hyperlink r:id="rId13" w:history="1">
        <w:r w:rsidR="004E6D26">
          <w:rPr>
            <w:rStyle w:val="Hyperlink"/>
          </w:rPr>
          <w:t>Campus Plan: https://1drv.ms/x/s!AnkKqP3iLfYOoL4znpC3w4e8JW1HoQ</w:t>
        </w:r>
      </w:hyperlink>
      <w:r w:rsidR="00157523">
        <w:t xml:space="preserve"> </w:t>
      </w:r>
    </w:p>
    <w:sectPr w:rsidR="00157523">
      <w:footerReference w:type="default" r:id="rId14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7C7936" w14:textId="77777777" w:rsidR="002269F3" w:rsidRDefault="002269F3">
      <w:r>
        <w:separator/>
      </w:r>
    </w:p>
  </w:endnote>
  <w:endnote w:type="continuationSeparator" w:id="0">
    <w:p w14:paraId="6CC19F86" w14:textId="77777777" w:rsidR="002269F3" w:rsidRDefault="00226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A546E1" w14:textId="77777777" w:rsidR="006B1283" w:rsidRDefault="00287BFA">
    <w:pPr>
      <w:pStyle w:val="Foo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B18309" w14:textId="77777777" w:rsidR="002269F3" w:rsidRDefault="002269F3">
      <w:r>
        <w:separator/>
      </w:r>
    </w:p>
  </w:footnote>
  <w:footnote w:type="continuationSeparator" w:id="0">
    <w:p w14:paraId="45D0218F" w14:textId="77777777" w:rsidR="002269F3" w:rsidRDefault="002269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1E3223"/>
    <w:multiLevelType w:val="hybridMultilevel"/>
    <w:tmpl w:val="EB909C4A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" w15:restartNumberingAfterBreak="0">
    <w:nsid w:val="775F422C"/>
    <w:multiLevelType w:val="hybridMultilevel"/>
    <w:tmpl w:val="92D43766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A70"/>
    <w:rsid w:val="00045FAB"/>
    <w:rsid w:val="00072AA3"/>
    <w:rsid w:val="000F4217"/>
    <w:rsid w:val="00157523"/>
    <w:rsid w:val="001D6C7C"/>
    <w:rsid w:val="001E1CF0"/>
    <w:rsid w:val="00215C65"/>
    <w:rsid w:val="002269F3"/>
    <w:rsid w:val="00227AF9"/>
    <w:rsid w:val="0025431C"/>
    <w:rsid w:val="00287BFA"/>
    <w:rsid w:val="00325225"/>
    <w:rsid w:val="003D4133"/>
    <w:rsid w:val="003E2CF6"/>
    <w:rsid w:val="00432A1A"/>
    <w:rsid w:val="004E6D26"/>
    <w:rsid w:val="00521965"/>
    <w:rsid w:val="00535074"/>
    <w:rsid w:val="00570482"/>
    <w:rsid w:val="005B029F"/>
    <w:rsid w:val="005E55A4"/>
    <w:rsid w:val="006267EF"/>
    <w:rsid w:val="00651523"/>
    <w:rsid w:val="006807EA"/>
    <w:rsid w:val="006B1283"/>
    <w:rsid w:val="00712292"/>
    <w:rsid w:val="007808F5"/>
    <w:rsid w:val="008766BD"/>
    <w:rsid w:val="008A3B75"/>
    <w:rsid w:val="008C6CC1"/>
    <w:rsid w:val="009371C3"/>
    <w:rsid w:val="009C2C03"/>
    <w:rsid w:val="009C56C2"/>
    <w:rsid w:val="00A31356"/>
    <w:rsid w:val="00B00780"/>
    <w:rsid w:val="00B07499"/>
    <w:rsid w:val="00B52F3E"/>
    <w:rsid w:val="00C85D9F"/>
    <w:rsid w:val="00CC54E2"/>
    <w:rsid w:val="00CF6DCF"/>
    <w:rsid w:val="00D36418"/>
    <w:rsid w:val="00D53B63"/>
    <w:rsid w:val="00E3625D"/>
    <w:rsid w:val="00E72196"/>
    <w:rsid w:val="00E85E81"/>
    <w:rsid w:val="00EE6EFA"/>
    <w:rsid w:val="00F13A8A"/>
    <w:rsid w:val="00F145AF"/>
    <w:rsid w:val="00F1572E"/>
    <w:rsid w:val="00F20AA3"/>
    <w:rsid w:val="00F34C54"/>
    <w:rsid w:val="00F94A70"/>
    <w:rsid w:val="00FA47CB"/>
    <w:rsid w:val="00FB2B94"/>
    <w:rsid w:val="00FC54B9"/>
    <w:rsid w:val="31D22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31D2209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9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6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40" w:line="240" w:lineRule="auto"/>
      <w:ind w:left="72"/>
    </w:pPr>
    <w:rPr>
      <w:sz w:val="21"/>
      <w:szCs w:val="21"/>
    </w:rPr>
  </w:style>
  <w:style w:type="paragraph" w:styleId="Heading1">
    <w:name w:val="heading 1"/>
    <w:basedOn w:val="Normal"/>
    <w:next w:val="Normal"/>
    <w:unhideWhenUsed/>
    <w:qFormat/>
    <w:pPr>
      <w:spacing w:before="0" w:after="360"/>
      <w:outlineLvl w:val="0"/>
    </w:pPr>
    <w:rPr>
      <w:rFonts w:asciiTheme="majorHAnsi" w:eastAsiaTheme="majorEastAsia" w:hAnsiTheme="majorHAnsi" w:cstheme="majorBidi"/>
      <w:color w:val="9B2D1F" w:themeColor="accent2"/>
      <w:sz w:val="72"/>
      <w:szCs w:val="72"/>
    </w:rPr>
  </w:style>
  <w:style w:type="paragraph" w:styleId="Heading2">
    <w:name w:val="heading 2"/>
    <w:basedOn w:val="Normal"/>
    <w:next w:val="Normal"/>
    <w:unhideWhenUsed/>
    <w:qFormat/>
    <w:rsid w:val="00C85D9F"/>
    <w:pPr>
      <w:pBdr>
        <w:top w:val="single" w:sz="4" w:space="1" w:color="A28E6A" w:themeColor="accent3"/>
        <w:bottom w:val="single" w:sz="12" w:space="1" w:color="A28E6A" w:themeColor="accent3"/>
      </w:pBdr>
      <w:spacing w:before="480" w:after="240"/>
      <w:ind w:left="0"/>
      <w:outlineLvl w:val="1"/>
    </w:pPr>
    <w:rPr>
      <w:rFonts w:asciiTheme="majorHAnsi" w:eastAsiaTheme="majorEastAsia" w:hAnsiTheme="majorHAnsi" w:cstheme="majorBidi"/>
      <w:color w:val="732117" w:themeColor="accent2" w:themeShade="BF"/>
      <w:sz w:val="24"/>
      <w:szCs w:val="24"/>
    </w:rPr>
  </w:style>
  <w:style w:type="paragraph" w:styleId="Heading3">
    <w:name w:val="heading 3"/>
    <w:basedOn w:val="Normal"/>
    <w:next w:val="Normal"/>
    <w:unhideWhenUsed/>
    <w:qFormat/>
    <w:pPr>
      <w:outlineLvl w:val="2"/>
    </w:pPr>
    <w:rPr>
      <w:rFonts w:asciiTheme="majorHAnsi" w:eastAsiaTheme="majorEastAsia" w:hAnsiTheme="majorHAnsi" w:cstheme="majorBidi"/>
      <w:color w:val="D34817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IntenseEmphasis">
    <w:name w:val="Intense Emphasis"/>
    <w:basedOn w:val="DefaultParagraphFont"/>
    <w:unhideWhenUsed/>
    <w:qFormat/>
    <w:rPr>
      <w:i/>
      <w:iCs/>
      <w:color w:val="9B2D1F" w:themeColor="accent2"/>
    </w:rPr>
  </w:style>
  <w:style w:type="paragraph" w:styleId="Footer">
    <w:name w:val="footer"/>
    <w:basedOn w:val="Normal"/>
    <w:link w:val="FooterChar"/>
    <w:uiPriority w:val="1"/>
    <w:unhideWhenUsed/>
    <w:pPr>
      <w:jc w:val="right"/>
    </w:pPr>
    <w:rPr>
      <w:color w:val="9B2D1F" w:themeColor="accent2"/>
    </w:rPr>
  </w:style>
  <w:style w:type="character" w:customStyle="1" w:styleId="FooterChar">
    <w:name w:val="Footer Char"/>
    <w:basedOn w:val="DefaultParagraphFont"/>
    <w:link w:val="Footer"/>
    <w:uiPriority w:val="1"/>
    <w:rPr>
      <w:color w:val="9B2D1F" w:themeColor="accent2"/>
      <w:sz w:val="21"/>
      <w:szCs w:val="21"/>
    </w:rPr>
  </w:style>
  <w:style w:type="character" w:styleId="Hyperlink">
    <w:name w:val="Hyperlink"/>
    <w:basedOn w:val="DefaultParagraphFont"/>
    <w:uiPriority w:val="99"/>
    <w:unhideWhenUsed/>
    <w:rsid w:val="00B52F3E"/>
    <w:rPr>
      <w:color w:val="0070C0" w:themeColor="hyperlink"/>
      <w:u w:val="single"/>
    </w:rPr>
  </w:style>
  <w:style w:type="paragraph" w:styleId="ListParagraph">
    <w:name w:val="List Paragraph"/>
    <w:basedOn w:val="Normal"/>
    <w:uiPriority w:val="34"/>
    <w:unhideWhenUsed/>
    <w:qFormat/>
    <w:rsid w:val="00F145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20AA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0AA3"/>
    <w:rPr>
      <w:rFonts w:ascii="Segoe UI" w:hAnsi="Segoe UI" w:cs="Segoe UI"/>
      <w:sz w:val="18"/>
      <w:szCs w:val="18"/>
    </w:rPr>
  </w:style>
  <w:style w:type="table" w:styleId="PlainTable2">
    <w:name w:val="Plain Table 2"/>
    <w:basedOn w:val="TableNormal"/>
    <w:uiPriority w:val="42"/>
    <w:rsid w:val="00CF6DCF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57523"/>
    <w:rPr>
      <w:color w:val="808080"/>
      <w:shd w:val="clear" w:color="auto" w:fill="E6E6E6"/>
    </w:rPr>
  </w:style>
  <w:style w:type="paragraph" w:styleId="Revision">
    <w:name w:val="Revision"/>
    <w:hidden/>
    <w:uiPriority w:val="99"/>
    <w:semiHidden/>
    <w:rsid w:val="008A3B75"/>
    <w:pPr>
      <w:spacing w:after="0" w:line="240" w:lineRule="auto"/>
    </w:pPr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1drv.ms/x/s!AnkKqP3iLfYOoL4znpC3w4e8JW1HoQ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cccoer.org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hancellor's%20Office%20OER:%20http://extranet.cccco.edu/Divisions/AcademicAffairs/OpenEducationResources.aspx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cool4ed.org/" TargetMode="External"/><Relationship Id="rId4" Type="http://schemas.openxmlformats.org/officeDocument/2006/relationships/styles" Target="styles.xml"/><Relationship Id="rId9" Type="http://schemas.openxmlformats.org/officeDocument/2006/relationships/hyperlink" Target="http://libguides.pasadena.edu/oer" TargetMode="Externa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brarian\AppData\Roaming\Microsoft\Templates\Team%20meeting%20agenda%20(informal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7EB392B36AA49679A3E61EA95A673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7C388C-DC5C-4722-90EF-C9BE49D9FBE3}"/>
      </w:docPartPr>
      <w:docPartBody>
        <w:p w:rsidR="00192522" w:rsidRDefault="00B61393">
          <w:pPr>
            <w:pStyle w:val="87EB392B36AA49679A3E61EA95A67347"/>
          </w:pPr>
          <w:r>
            <w:t>Team Meeting</w:t>
          </w:r>
        </w:p>
      </w:docPartBody>
    </w:docPart>
    <w:docPart>
      <w:docPartPr>
        <w:name w:val="BBD14980CF5E4D46A68062E3BBC4CC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6A175E-D296-47FD-910C-ABAEF250CD84}"/>
      </w:docPartPr>
      <w:docPartBody>
        <w:p w:rsidR="00192522" w:rsidRDefault="00B61393">
          <w:pPr>
            <w:pStyle w:val="BBD14980CF5E4D46A68062E3BBC4CCC1"/>
          </w:pPr>
          <w:r>
            <w:t>[Date | time]</w:t>
          </w:r>
        </w:p>
      </w:docPartBody>
    </w:docPart>
    <w:docPart>
      <w:docPartPr>
        <w:name w:val="C2FB566D3EAB4AED944A56D700AF85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E3DB61-A315-48EC-B956-50E0D88E0352}"/>
      </w:docPartPr>
      <w:docPartBody>
        <w:p w:rsidR="00192522" w:rsidRDefault="00B61393">
          <w:pPr>
            <w:pStyle w:val="C2FB566D3EAB4AED944A56D700AF85F6"/>
          </w:pPr>
          <w:r>
            <w:t>[Location]</w:t>
          </w:r>
        </w:p>
      </w:docPartBody>
    </w:docPart>
    <w:docPart>
      <w:docPartPr>
        <w:name w:val="ECD46B71D7804876AA6728CE62AFFF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1B890F-37D1-450C-BAC2-9E4F18923067}"/>
      </w:docPartPr>
      <w:docPartBody>
        <w:p w:rsidR="000E2073" w:rsidRDefault="00AF60BB" w:rsidP="00AF60BB">
          <w:pPr>
            <w:pStyle w:val="ECD46B71D7804876AA6728CE62AFFFBC"/>
          </w:pPr>
          <w:r>
            <w:t>[Topic]</w:t>
          </w:r>
        </w:p>
      </w:docPartBody>
    </w:docPart>
    <w:docPart>
      <w:docPartPr>
        <w:name w:val="5C446D9C4146460CA40EEBC282FCD9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37F9D1-774C-46B0-9064-105B77234457}"/>
      </w:docPartPr>
      <w:docPartBody>
        <w:p w:rsidR="000E2073" w:rsidRDefault="00AF60BB" w:rsidP="00AF60BB">
          <w:pPr>
            <w:pStyle w:val="5C446D9C4146460CA40EEBC282FCD9FE"/>
          </w:pPr>
          <w:r>
            <w:t>[Time]</w:t>
          </w:r>
        </w:p>
      </w:docPartBody>
    </w:docPart>
    <w:docPart>
      <w:docPartPr>
        <w:name w:val="10C38F59971D46B9AC1ACEEE584D73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2A8685-73B7-4B37-8EA5-3D1E5CF63CFF}"/>
      </w:docPartPr>
      <w:docPartBody>
        <w:p w:rsidR="000E2073" w:rsidRDefault="00AF60BB" w:rsidP="00AF60BB">
          <w:pPr>
            <w:pStyle w:val="10C38F59971D46B9AC1ACEEE584D7399"/>
          </w:pPr>
          <w:r>
            <w:t>[Topic]</w:t>
          </w:r>
        </w:p>
      </w:docPartBody>
    </w:docPart>
    <w:docPart>
      <w:docPartPr>
        <w:name w:val="D6CCCC8E96F543249AAAD196F95D33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CAB1E3-9CDB-4B96-98E1-AD61DD913938}"/>
      </w:docPartPr>
      <w:docPartBody>
        <w:p w:rsidR="000E2073" w:rsidRDefault="00AF60BB" w:rsidP="00AF60BB">
          <w:pPr>
            <w:pStyle w:val="D6CCCC8E96F543249AAAD196F95D33E4"/>
          </w:pPr>
          <w:r>
            <w:t>[Time]</w:t>
          </w:r>
        </w:p>
      </w:docPartBody>
    </w:docPart>
    <w:docPart>
      <w:docPartPr>
        <w:name w:val="DA1F5C89AF1349F49E42DE720DE022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DE7D0A-C992-4210-B87D-CEC17720E15A}"/>
      </w:docPartPr>
      <w:docPartBody>
        <w:p w:rsidR="000E2073" w:rsidRDefault="00AF60BB" w:rsidP="00AF60BB">
          <w:pPr>
            <w:pStyle w:val="DA1F5C89AF1349F49E42DE720DE022D2"/>
          </w:pPr>
          <w:r>
            <w:t>[Topic]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3"/>
    <w:rsid w:val="000E2073"/>
    <w:rsid w:val="0011565F"/>
    <w:rsid w:val="00192522"/>
    <w:rsid w:val="002C10DC"/>
    <w:rsid w:val="00A11A4A"/>
    <w:rsid w:val="00A476CC"/>
    <w:rsid w:val="00AF60BB"/>
    <w:rsid w:val="00B61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7EB392B36AA49679A3E61EA95A67347">
    <w:name w:val="87EB392B36AA49679A3E61EA95A67347"/>
  </w:style>
  <w:style w:type="paragraph" w:customStyle="1" w:styleId="BBD14980CF5E4D46A68062E3BBC4CCC1">
    <w:name w:val="BBD14980CF5E4D46A68062E3BBC4CCC1"/>
  </w:style>
  <w:style w:type="paragraph" w:customStyle="1" w:styleId="C2FB566D3EAB4AED944A56D700AF85F6">
    <w:name w:val="C2FB566D3EAB4AED944A56D700AF85F6"/>
  </w:style>
  <w:style w:type="paragraph" w:customStyle="1" w:styleId="EA83055383B44C90B4FAD0DCE4F8F818">
    <w:name w:val="EA83055383B44C90B4FAD0DCE4F8F818"/>
  </w:style>
  <w:style w:type="paragraph" w:customStyle="1" w:styleId="CC6D846CBC244526871F9B159B02764B">
    <w:name w:val="CC6D846CBC244526871F9B159B02764B"/>
  </w:style>
  <w:style w:type="paragraph" w:customStyle="1" w:styleId="69A8CAF668334B5F8ED1D35093149D41">
    <w:name w:val="69A8CAF668334B5F8ED1D35093149D41"/>
  </w:style>
  <w:style w:type="paragraph" w:customStyle="1" w:styleId="8CCF3C0DC23B49B7A540E5068D77228D">
    <w:name w:val="8CCF3C0DC23B49B7A540E5068D77228D"/>
  </w:style>
  <w:style w:type="paragraph" w:customStyle="1" w:styleId="39809C437C474916BF0D9A63581C46A8">
    <w:name w:val="39809C437C474916BF0D9A63581C46A8"/>
  </w:style>
  <w:style w:type="paragraph" w:customStyle="1" w:styleId="F31D0932E00947C89D44C0BE5DFFADD3">
    <w:name w:val="F31D0932E00947C89D44C0BE5DFFADD3"/>
  </w:style>
  <w:style w:type="paragraph" w:customStyle="1" w:styleId="20F45702A5944DCE8AB59CCF20E999C5">
    <w:name w:val="20F45702A5944DCE8AB59CCF20E999C5"/>
  </w:style>
  <w:style w:type="paragraph" w:customStyle="1" w:styleId="374C472FA24F4CD28440E50CE586008A">
    <w:name w:val="374C472FA24F4CD28440E50CE586008A"/>
  </w:style>
  <w:style w:type="paragraph" w:customStyle="1" w:styleId="1EE05848BB504083882CEDF5F04D0060">
    <w:name w:val="1EE05848BB504083882CEDF5F04D0060"/>
  </w:style>
  <w:style w:type="paragraph" w:customStyle="1" w:styleId="FEF1DFA27FD04367B7553D2C2F53266A">
    <w:name w:val="FEF1DFA27FD04367B7553D2C2F53266A"/>
  </w:style>
  <w:style w:type="paragraph" w:customStyle="1" w:styleId="B2C937FD218147AA870B40F78605FC45">
    <w:name w:val="B2C937FD218147AA870B40F78605FC45"/>
  </w:style>
  <w:style w:type="paragraph" w:customStyle="1" w:styleId="5218861446004756919D99267DF8D9BE">
    <w:name w:val="5218861446004756919D99267DF8D9BE"/>
  </w:style>
  <w:style w:type="paragraph" w:customStyle="1" w:styleId="3C9ECE979A114179809AEB1D465723C6">
    <w:name w:val="3C9ECE979A114179809AEB1D465723C6"/>
  </w:style>
  <w:style w:type="paragraph" w:customStyle="1" w:styleId="AFA440B4AADD4E3C939C0EAAD2E39D0D">
    <w:name w:val="AFA440B4AADD4E3C939C0EAAD2E39D0D"/>
  </w:style>
  <w:style w:type="paragraph" w:customStyle="1" w:styleId="E15FE7FC3D4242FA81BE2D670D00BAA8">
    <w:name w:val="E15FE7FC3D4242FA81BE2D670D00BAA8"/>
    <w:rsid w:val="00B61393"/>
  </w:style>
  <w:style w:type="paragraph" w:customStyle="1" w:styleId="7ADF96D355E146A9912328B0D5601C72">
    <w:name w:val="7ADF96D355E146A9912328B0D5601C72"/>
    <w:rsid w:val="00AF60BB"/>
  </w:style>
  <w:style w:type="paragraph" w:customStyle="1" w:styleId="DEC05F4E8AA746C0AF51553787F1253B">
    <w:name w:val="DEC05F4E8AA746C0AF51553787F1253B"/>
    <w:rsid w:val="00AF60BB"/>
  </w:style>
  <w:style w:type="paragraph" w:customStyle="1" w:styleId="65F603712B6D40939C59675AAF3C7B8A">
    <w:name w:val="65F603712B6D40939C59675AAF3C7B8A"/>
    <w:rsid w:val="00AF60BB"/>
  </w:style>
  <w:style w:type="paragraph" w:customStyle="1" w:styleId="1CAE609F81F04C5FAD0BD5A4D00B1CDE">
    <w:name w:val="1CAE609F81F04C5FAD0BD5A4D00B1CDE"/>
    <w:rsid w:val="00AF60BB"/>
  </w:style>
  <w:style w:type="paragraph" w:customStyle="1" w:styleId="F115888AFF674288A4785A7411C5FFA9">
    <w:name w:val="F115888AFF674288A4785A7411C5FFA9"/>
    <w:rsid w:val="00AF60BB"/>
  </w:style>
  <w:style w:type="paragraph" w:customStyle="1" w:styleId="F2359C6A39544BB9B8337AE6518A9A06">
    <w:name w:val="F2359C6A39544BB9B8337AE6518A9A06"/>
    <w:rsid w:val="00AF60BB"/>
  </w:style>
  <w:style w:type="paragraph" w:customStyle="1" w:styleId="5E91EB03CB1E4A908FAC1F6F41FA46B8">
    <w:name w:val="5E91EB03CB1E4A908FAC1F6F41FA46B8"/>
    <w:rsid w:val="00AF60BB"/>
  </w:style>
  <w:style w:type="paragraph" w:customStyle="1" w:styleId="B17036A333874DEFAEEC4C71E0D29559">
    <w:name w:val="B17036A333874DEFAEEC4C71E0D29559"/>
    <w:rsid w:val="00AF60BB"/>
  </w:style>
  <w:style w:type="paragraph" w:customStyle="1" w:styleId="18A0C59D703041EEA13A466E70736B65">
    <w:name w:val="18A0C59D703041EEA13A466E70736B65"/>
    <w:rsid w:val="00AF60BB"/>
  </w:style>
  <w:style w:type="paragraph" w:customStyle="1" w:styleId="358897BECEF84D60B67DF50A55FBDC79">
    <w:name w:val="358897BECEF84D60B67DF50A55FBDC79"/>
    <w:rsid w:val="00AF60BB"/>
  </w:style>
  <w:style w:type="paragraph" w:customStyle="1" w:styleId="DFF9213D9ABA40C8B262E2EE59F4063A">
    <w:name w:val="DFF9213D9ABA40C8B262E2EE59F4063A"/>
    <w:rsid w:val="00AF60BB"/>
  </w:style>
  <w:style w:type="paragraph" w:customStyle="1" w:styleId="C09D4E9BAB90455C937E1EC2A1F55A18">
    <w:name w:val="C09D4E9BAB90455C937E1EC2A1F55A18"/>
    <w:rsid w:val="00AF60BB"/>
  </w:style>
  <w:style w:type="paragraph" w:customStyle="1" w:styleId="8BFBADE1488D45859F3178AD1AF882D6">
    <w:name w:val="8BFBADE1488D45859F3178AD1AF882D6"/>
    <w:rsid w:val="00AF60BB"/>
  </w:style>
  <w:style w:type="paragraph" w:customStyle="1" w:styleId="6B4B6E2840FF4724B7C71B4E78B5FA61">
    <w:name w:val="6B4B6E2840FF4724B7C71B4E78B5FA61"/>
    <w:rsid w:val="00AF60BB"/>
  </w:style>
  <w:style w:type="paragraph" w:customStyle="1" w:styleId="5F710E255F13485E9B6195E0AFB0CBF7">
    <w:name w:val="5F710E255F13485E9B6195E0AFB0CBF7"/>
    <w:rsid w:val="00AF60BB"/>
  </w:style>
  <w:style w:type="paragraph" w:customStyle="1" w:styleId="31299D30AC1D492482DF2EF580819D17">
    <w:name w:val="31299D30AC1D492482DF2EF580819D17"/>
    <w:rsid w:val="00AF60BB"/>
  </w:style>
  <w:style w:type="paragraph" w:customStyle="1" w:styleId="EE16980C880D41E5B8404FAB30478BCA">
    <w:name w:val="EE16980C880D41E5B8404FAB30478BCA"/>
    <w:rsid w:val="00AF60BB"/>
  </w:style>
  <w:style w:type="paragraph" w:customStyle="1" w:styleId="ECD46B71D7804876AA6728CE62AFFFBC">
    <w:name w:val="ECD46B71D7804876AA6728CE62AFFFBC"/>
    <w:rsid w:val="00AF60BB"/>
  </w:style>
  <w:style w:type="paragraph" w:customStyle="1" w:styleId="5C446D9C4146460CA40EEBC282FCD9FE">
    <w:name w:val="5C446D9C4146460CA40EEBC282FCD9FE"/>
    <w:rsid w:val="00AF60BB"/>
  </w:style>
  <w:style w:type="paragraph" w:customStyle="1" w:styleId="10C38F59971D46B9AC1ACEEE584D7399">
    <w:name w:val="10C38F59971D46B9AC1ACEEE584D7399"/>
    <w:rsid w:val="00AF60BB"/>
  </w:style>
  <w:style w:type="paragraph" w:customStyle="1" w:styleId="D6CCCC8E96F543249AAAD196F95D33E4">
    <w:name w:val="D6CCCC8E96F543249AAAD196F95D33E4"/>
    <w:rsid w:val="00AF60BB"/>
  </w:style>
  <w:style w:type="paragraph" w:customStyle="1" w:styleId="DA1F5C89AF1349F49E42DE720DE022D2">
    <w:name w:val="DA1F5C89AF1349F49E42DE720DE022D2"/>
    <w:rsid w:val="00AF60BB"/>
  </w:style>
  <w:style w:type="paragraph" w:customStyle="1" w:styleId="A1DCC04375774597969EFFED3781DB2A">
    <w:name w:val="A1DCC04375774597969EFFED3781DB2A"/>
    <w:rsid w:val="002C10DC"/>
  </w:style>
  <w:style w:type="paragraph" w:customStyle="1" w:styleId="AF9D7556E9614588AE737529772C5DEA">
    <w:name w:val="AF9D7556E9614588AE737529772C5DEA"/>
    <w:rsid w:val="002C10D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Integral">
  <a:themeElements>
    <a:clrScheme name="Custom 1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0070C0"/>
      </a:hlink>
      <a:folHlink>
        <a:srgbClr val="96A9A9"/>
      </a:folHlink>
    </a:clrScheme>
    <a:fontScheme name="Century Gothic-Palatino Linotype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 panose="020405020505050303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IntegralV7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42448713-48CF-40FF-A256-E269CDCF584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F37E99-131F-48A3-97B1-A68DC6AEE3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065020-7D82-43EC-B100-3B945B064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Team meeting agenda (informal)</Template>
  <TotalTime>0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2018-10-30T15:49:00Z</dcterms:created>
  <dcterms:modified xsi:type="dcterms:W3CDTF">2018-10-30T15:49:00Z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TC034630729991</vt:lpwstr>
  </property>
</Properties>
</file>